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7EEE6" w14:textId="77777777" w:rsidR="00654E8F" w:rsidRPr="001549D3" w:rsidRDefault="00654E8F" w:rsidP="0001436A">
      <w:pPr>
        <w:pStyle w:val="SupplementaryMaterial"/>
        <w:rPr>
          <w:b w:val="0"/>
        </w:rPr>
      </w:pPr>
      <w:r w:rsidRPr="001549D3">
        <w:t>Supplementary Material</w:t>
      </w:r>
    </w:p>
    <w:p w14:paraId="71C982B5" w14:textId="77777777" w:rsidR="004C1998" w:rsidRPr="00D02506" w:rsidRDefault="004C1998" w:rsidP="004C1998">
      <w:pPr>
        <w:pStyle w:val="Heading1"/>
        <w:numPr>
          <w:ilvl w:val="0"/>
          <w:numId w:val="0"/>
        </w:numPr>
        <w:ind w:left="567"/>
        <w:jc w:val="center"/>
        <w:rPr>
          <w:sz w:val="32"/>
          <w:szCs w:val="32"/>
        </w:rPr>
      </w:pPr>
      <w:r w:rsidRPr="00D02506">
        <w:rPr>
          <w:sz w:val="32"/>
          <w:szCs w:val="32"/>
        </w:rPr>
        <w:t>Bacterial Community Composition in the Sea Surface Microlayer off the Peruvian Coast</w:t>
      </w:r>
    </w:p>
    <w:p w14:paraId="2151F17A" w14:textId="77777777" w:rsidR="004C1998" w:rsidRPr="004C1998" w:rsidRDefault="004C1998" w:rsidP="004C1998">
      <w:pPr>
        <w:rPr>
          <w:rFonts w:cs="Times New Roman"/>
          <w:b/>
          <w:szCs w:val="24"/>
          <w:lang w:val="de-DE"/>
        </w:rPr>
      </w:pPr>
      <w:r w:rsidRPr="004C1998">
        <w:rPr>
          <w:rFonts w:cs="Times New Roman"/>
          <w:b/>
          <w:szCs w:val="24"/>
          <w:lang w:val="de-DE"/>
        </w:rPr>
        <w:t>Birthe Zäncker</w:t>
      </w:r>
      <w:r w:rsidRPr="004C1998">
        <w:rPr>
          <w:rFonts w:cs="Times New Roman"/>
          <w:b/>
          <w:szCs w:val="24"/>
          <w:vertAlign w:val="superscript"/>
          <w:lang w:val="de-DE"/>
        </w:rPr>
        <w:t>1*</w:t>
      </w:r>
      <w:r w:rsidRPr="004C1998">
        <w:rPr>
          <w:rFonts w:cs="Times New Roman"/>
          <w:b/>
          <w:szCs w:val="24"/>
          <w:lang w:val="de-DE"/>
        </w:rPr>
        <w:t>, Michael Cunliffe</w:t>
      </w:r>
      <w:r w:rsidRPr="004C1998">
        <w:rPr>
          <w:rFonts w:cs="Times New Roman"/>
          <w:b/>
          <w:szCs w:val="24"/>
          <w:vertAlign w:val="superscript"/>
          <w:lang w:val="de-DE"/>
        </w:rPr>
        <w:t>2,3</w:t>
      </w:r>
      <w:r w:rsidRPr="004C1998">
        <w:rPr>
          <w:rFonts w:cs="Times New Roman"/>
          <w:b/>
          <w:szCs w:val="24"/>
          <w:lang w:val="de-DE"/>
        </w:rPr>
        <w:t>, Anja Engel</w:t>
      </w:r>
      <w:r w:rsidRPr="004C1998">
        <w:rPr>
          <w:rFonts w:cs="Times New Roman"/>
          <w:b/>
          <w:szCs w:val="24"/>
          <w:vertAlign w:val="superscript"/>
          <w:lang w:val="de-DE"/>
        </w:rPr>
        <w:t>1</w:t>
      </w:r>
    </w:p>
    <w:p w14:paraId="0910E7D5" w14:textId="77777777" w:rsidR="004C1998" w:rsidRPr="004F1D2C" w:rsidRDefault="004C1998" w:rsidP="004C1998">
      <w:pPr>
        <w:rPr>
          <w:rFonts w:cs="Times New Roman"/>
          <w:szCs w:val="24"/>
        </w:rPr>
      </w:pPr>
      <w:r w:rsidRPr="004F1D2C">
        <w:rPr>
          <w:rFonts w:cs="Times New Roman"/>
          <w:szCs w:val="24"/>
          <w:vertAlign w:val="superscript"/>
        </w:rPr>
        <w:t>1</w:t>
      </w:r>
      <w:r w:rsidRPr="004F1D2C">
        <w:rPr>
          <w:rFonts w:cs="Times New Roman"/>
          <w:szCs w:val="24"/>
        </w:rPr>
        <w:t>GEOMAR – Helmholtz Centre for Ocean Research Kiel, Kiel, Germany</w:t>
      </w:r>
    </w:p>
    <w:p w14:paraId="689A8EA6" w14:textId="77777777" w:rsidR="004C1998" w:rsidRPr="004F1D2C" w:rsidRDefault="004C1998" w:rsidP="004C1998">
      <w:pPr>
        <w:rPr>
          <w:rFonts w:cs="Times New Roman"/>
          <w:szCs w:val="24"/>
        </w:rPr>
      </w:pPr>
      <w:r w:rsidRPr="004F1D2C">
        <w:rPr>
          <w:rFonts w:cs="Times New Roman"/>
          <w:szCs w:val="24"/>
          <w:vertAlign w:val="superscript"/>
        </w:rPr>
        <w:t>2</w:t>
      </w:r>
      <w:r w:rsidRPr="004F1D2C">
        <w:rPr>
          <w:rFonts w:cs="Times New Roman"/>
          <w:szCs w:val="24"/>
        </w:rPr>
        <w:t>Marine Biological Association of the UK, The Laboratory, Citadel Hill, Plymouth, UK</w:t>
      </w:r>
    </w:p>
    <w:p w14:paraId="0C5F5FF5" w14:textId="77777777" w:rsidR="004C1998" w:rsidRPr="004F1D2C" w:rsidRDefault="004C1998" w:rsidP="004C1998">
      <w:pPr>
        <w:rPr>
          <w:rFonts w:cs="Times New Roman"/>
          <w:szCs w:val="24"/>
        </w:rPr>
      </w:pPr>
      <w:r w:rsidRPr="004F1D2C">
        <w:rPr>
          <w:rFonts w:cs="Times New Roman"/>
          <w:szCs w:val="24"/>
          <w:vertAlign w:val="superscript"/>
        </w:rPr>
        <w:t>3</w:t>
      </w:r>
      <w:r w:rsidRPr="004F1D2C">
        <w:rPr>
          <w:rFonts w:cs="Times New Roman"/>
          <w:szCs w:val="24"/>
        </w:rPr>
        <w:t>Marine Biology and Ecology Research Centre, School of Biological and Marine Sciences, Plymouth University, Plymouth, UK</w:t>
      </w:r>
    </w:p>
    <w:p w14:paraId="537A11DB" w14:textId="40AEF95B" w:rsidR="004C1998" w:rsidRDefault="004C1998" w:rsidP="004C1998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*</w:t>
      </w:r>
      <w:r w:rsidR="00495BB2">
        <w:rPr>
          <w:rFonts w:cs="Times New Roman"/>
          <w:b/>
          <w:szCs w:val="24"/>
        </w:rPr>
        <w:t>Corresponde</w:t>
      </w:r>
      <w:r w:rsidRPr="00D02506">
        <w:rPr>
          <w:rFonts w:cs="Times New Roman"/>
          <w:b/>
          <w:szCs w:val="24"/>
        </w:rPr>
        <w:t>nce</w:t>
      </w:r>
      <w:r>
        <w:rPr>
          <w:rFonts w:cs="Times New Roman"/>
          <w:b/>
          <w:szCs w:val="24"/>
        </w:rPr>
        <w:t>:</w:t>
      </w:r>
    </w:p>
    <w:p w14:paraId="0D0BCF1C" w14:textId="77777777" w:rsidR="004C1998" w:rsidRDefault="004C1998" w:rsidP="004C1998">
      <w:pPr>
        <w:spacing w:after="0"/>
        <w:rPr>
          <w:rFonts w:cs="Times New Roman"/>
          <w:szCs w:val="24"/>
        </w:rPr>
      </w:pPr>
      <w:r w:rsidRPr="00D75369">
        <w:rPr>
          <w:rFonts w:cs="Times New Roman"/>
          <w:szCs w:val="24"/>
        </w:rPr>
        <w:t>Birthe Zäncker</w:t>
      </w:r>
    </w:p>
    <w:p w14:paraId="191522C4" w14:textId="3F6B721F" w:rsidR="004C1998" w:rsidRDefault="004C1998" w:rsidP="004C1998">
      <w:pPr>
        <w:spacing w:after="0"/>
        <w:rPr>
          <w:szCs w:val="24"/>
        </w:rPr>
      </w:pPr>
      <w:r w:rsidRPr="004C1998">
        <w:rPr>
          <w:szCs w:val="24"/>
        </w:rPr>
        <w:t>bzaencker@posteo.de</w:t>
      </w:r>
    </w:p>
    <w:p w14:paraId="44E980F8" w14:textId="71AB8239" w:rsidR="00994A3D" w:rsidRPr="004C1998" w:rsidRDefault="00994A3D" w:rsidP="004C1998">
      <w:pPr>
        <w:pStyle w:val="Heading1"/>
        <w:numPr>
          <w:ilvl w:val="0"/>
          <w:numId w:val="0"/>
        </w:numPr>
      </w:pPr>
      <w:bookmarkStart w:id="0" w:name="_GoBack"/>
      <w:bookmarkEnd w:id="0"/>
    </w:p>
    <w:p w14:paraId="4D059444" w14:textId="455B07CA" w:rsidR="00994A3D" w:rsidRDefault="00654E8F" w:rsidP="0001436A">
      <w:pPr>
        <w:pStyle w:val="Heading1"/>
      </w:pPr>
      <w:r w:rsidRPr="00994A3D">
        <w:t>S</w:t>
      </w:r>
      <w:r w:rsidR="004C1998">
        <w:t>upplementary Table</w:t>
      </w:r>
    </w:p>
    <w:p w14:paraId="5046B2D7" w14:textId="5AF36024" w:rsidR="00495BB2" w:rsidRPr="00E24156" w:rsidRDefault="00F22A67" w:rsidP="00E24156">
      <w:pPr>
        <w:pStyle w:val="Subtitle"/>
        <w:rPr>
          <w:b w:val="0"/>
        </w:rPr>
      </w:pPr>
      <w:r>
        <w:t>Table S1</w:t>
      </w:r>
      <w:r w:rsidR="00495BB2" w:rsidRPr="00F22A67">
        <w:rPr>
          <w:b w:val="0"/>
        </w:rPr>
        <w:t xml:space="preserve">: </w:t>
      </w:r>
      <w:r w:rsidRPr="00F22A67">
        <w:rPr>
          <w:b w:val="0"/>
        </w:rPr>
        <w:t>Overview of all detected bacterial genera across all stations and depths.</w:t>
      </w:r>
    </w:p>
    <w:tbl>
      <w:tblPr>
        <w:tblW w:w="15592" w:type="dxa"/>
        <w:tblInd w:w="-9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22A67" w:rsidRPr="00F22A67" w14:paraId="5E2C2527" w14:textId="77777777" w:rsidTr="00F22A67">
        <w:trPr>
          <w:trHeight w:val="300"/>
        </w:trPr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64A0806" w14:textId="77777777" w:rsidR="00F22A67" w:rsidRPr="00F22A67" w:rsidRDefault="00F22A67" w:rsidP="00F22A67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  <w:t>family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2913F" w14:textId="77777777" w:rsidR="00F22A67" w:rsidRPr="00F22A67" w:rsidRDefault="00F22A67" w:rsidP="00F22A67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  <w:t>S1 SML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AC0CE" w14:textId="77777777" w:rsidR="00F22A67" w:rsidRPr="00F22A67" w:rsidRDefault="00F22A67" w:rsidP="00F22A67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  <w:t>S1 ULW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36B0A" w14:textId="77777777" w:rsidR="00F22A67" w:rsidRPr="00F22A67" w:rsidRDefault="00F22A67" w:rsidP="00F22A67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  <w:t>S2 SML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E398F" w14:textId="77777777" w:rsidR="00F22A67" w:rsidRPr="00F22A67" w:rsidRDefault="00F22A67" w:rsidP="00F22A67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  <w:t>S2 ULW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2F9B8" w14:textId="77777777" w:rsidR="00F22A67" w:rsidRPr="00F22A67" w:rsidRDefault="00F22A67" w:rsidP="00F22A67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  <w:t>S3 SML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2C85B" w14:textId="77777777" w:rsidR="00F22A67" w:rsidRPr="00F22A67" w:rsidRDefault="00F22A67" w:rsidP="00F22A67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  <w:t>S3 ULW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D33F6" w14:textId="77777777" w:rsidR="00F22A67" w:rsidRPr="00F22A67" w:rsidRDefault="00F22A67" w:rsidP="00F22A67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  <w:t>S4 SML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F233C" w14:textId="77777777" w:rsidR="00F22A67" w:rsidRPr="00F22A67" w:rsidRDefault="00F22A67" w:rsidP="00F22A67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  <w:t>S4 ULW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7777B" w14:textId="77777777" w:rsidR="00F22A67" w:rsidRPr="00F22A67" w:rsidRDefault="00F22A67" w:rsidP="00F22A67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  <w:t>S5 SML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F9CD9" w14:textId="77777777" w:rsidR="00F22A67" w:rsidRPr="00F22A67" w:rsidRDefault="00F22A67" w:rsidP="00F22A67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  <w:t>S5 ULW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111A5" w14:textId="77777777" w:rsidR="00F22A67" w:rsidRPr="00F22A67" w:rsidRDefault="00F22A67" w:rsidP="00F22A67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  <w:t>S6 SML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E8E21" w14:textId="77777777" w:rsidR="00F22A67" w:rsidRPr="00F22A67" w:rsidRDefault="00F22A67" w:rsidP="00F22A67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  <w:t>S6 ULW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F61C1" w14:textId="77777777" w:rsidR="00F22A67" w:rsidRPr="00F22A67" w:rsidRDefault="00F22A67" w:rsidP="00F22A67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  <w:t>S7 SML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5F3D1" w14:textId="77777777" w:rsidR="00F22A67" w:rsidRPr="00F22A67" w:rsidRDefault="00F22A67" w:rsidP="00F22A67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  <w:t>S7 ULW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77671" w14:textId="77777777" w:rsidR="00F22A67" w:rsidRPr="00F22A67" w:rsidRDefault="00F22A67" w:rsidP="00F22A67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  <w:t>S8 SML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7748A" w14:textId="77777777" w:rsidR="00F22A67" w:rsidRPr="00F22A67" w:rsidRDefault="00F22A67" w:rsidP="00F22A67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  <w:t>S8 ULW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EA167" w14:textId="77777777" w:rsidR="00F22A67" w:rsidRPr="00F22A67" w:rsidRDefault="00F22A67" w:rsidP="00F22A67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  <w:t>S9 SML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2F35D" w14:textId="77777777" w:rsidR="00F22A67" w:rsidRPr="00F22A67" w:rsidRDefault="00F22A67" w:rsidP="00F22A67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  <w:t>S9 ULW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F15DE" w14:textId="77777777" w:rsidR="00F22A67" w:rsidRPr="00F22A67" w:rsidRDefault="00F22A67" w:rsidP="00F22A67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  <w:t>S10 SML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6D2BE" w14:textId="77777777" w:rsidR="00F22A67" w:rsidRPr="00F22A67" w:rsidRDefault="00F22A67" w:rsidP="00F22A67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  <w:t>S10 ULW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FAED9" w14:textId="77777777" w:rsidR="00F22A67" w:rsidRPr="00F22A67" w:rsidRDefault="00F22A67" w:rsidP="00F22A67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  <w:t>S11 SML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37CEB" w14:textId="77777777" w:rsidR="00F22A67" w:rsidRPr="00F22A67" w:rsidRDefault="00F22A67" w:rsidP="00F22A67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de-DE" w:eastAsia="de-DE"/>
              </w:rPr>
              <w:t>S11 ULW</w:t>
            </w:r>
          </w:p>
        </w:tc>
      </w:tr>
      <w:tr w:rsidR="00F22A67" w:rsidRPr="00F22A67" w14:paraId="6CB2DD74" w14:textId="77777777" w:rsidTr="00F22A67">
        <w:trPr>
          <w:trHeight w:val="300"/>
        </w:trPr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A2494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Acidobacteria_Subgroup_26_Subgroup_26_Subgroup_26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A32A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332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20EE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5C1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352E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FD6C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EB9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BBC5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4B2D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DB12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173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137C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599D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CCB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7A9E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E9B5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B872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C650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D1F3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D1C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4AEA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DA01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5982655E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6A234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Actinobacteria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9707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D762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B857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46B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2A6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1B3A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8EF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990D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6410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6B5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587E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AAC5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504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19E1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BB51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E5B0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7C5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E332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C8B6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C9F0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E64C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D02D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</w:tr>
      <w:tr w:rsidR="00F22A67" w:rsidRPr="00F22A67" w14:paraId="481F86EA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7A5A1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Actinobacteria_Acidimicrobiia_Acidimicrobiales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A139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D61B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B751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8B12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FFF6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DA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A566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1230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8ADB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C1EF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DB8E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A24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228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6D54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214F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BE6D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3B3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FCCA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9D95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38F7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365D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6463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00F239E5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92ED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Actinobacteria_Acidimicrobiia_Acidimicrobiales_Acidimicrobiaceae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C78B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016F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DDFC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E3A8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8C64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A8AB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7BBC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AED4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651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D23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8FCD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8F26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ACD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E64A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875D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DC02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0719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302F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5149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3EFC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24FA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9F0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</w:tr>
      <w:tr w:rsidR="00F22A67" w:rsidRPr="00F22A67" w14:paraId="1CEE0383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3A6B5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t>Actinobacteria_Acidimicrobiia_Acidimicrobiales_OM1_clade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F678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2F84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7.69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AFCD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3213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8.16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E3C0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13.46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0EA5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10.81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A449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5.07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58DB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BCA2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623A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7.99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2014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7.32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7CB3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8.75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B252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9A9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7.42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086F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7ACF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27E5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42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8.95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65E6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15A2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8.33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C933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860F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1.82</w:t>
            </w:r>
          </w:p>
        </w:tc>
      </w:tr>
      <w:tr w:rsidR="00F22A67" w:rsidRPr="00F22A67" w14:paraId="6BB6451A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96924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lastRenderedPageBreak/>
              <w:t>Actinobacteria_Acidimicrobiia_Acidimicrobiales_Sva0996_marine_group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37EE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7D1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F47F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8DA0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0E55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BB15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F5C4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3EB6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BBA6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B847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4E0A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A6AD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07DB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47CC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38BD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8EE7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0C43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33C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7DD2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AC28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6A8B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23F6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</w:tr>
      <w:tr w:rsidR="00F22A67" w:rsidRPr="00F22A67" w14:paraId="72A4138D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5E09E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Actinobacteria_Actinobacteria_Bifidobacteriales_Bifidobacteriaceae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6F61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B073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10B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6FF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735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E940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1ABA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3211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8B60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C52E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56DB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FD53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4360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8FB6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1E1A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BB7B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2AED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AF22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9BAC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E7B7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3800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2CFA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01B93124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EEDAE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Actinobacteria_Actinobacteria_Corynebacteriales_Corynebacteriaceae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DD9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1B83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89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A545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2F0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0F9A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5BBF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956E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71FF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87A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BA0C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3133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4C53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E136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B93D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359C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7E3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B1A5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F53F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570C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3EC0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3178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7173C13A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EE8ED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Actinobacteria_Actinobacteria_Corynebacteriales_Nocardiaceae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AA47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3537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538C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0B1A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B28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8E07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9359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A9A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AC3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5240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3F1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481E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7C02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4489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2160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314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74A5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CA12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E7CE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A84C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5B95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404A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7A24EAB8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8B540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Actinobacteria_Actinobacteria_Micrococcales_Micrococcaceae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105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E83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7C4A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6EF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05EA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B39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6A1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5BDF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61B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09F5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E21E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85FF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6123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4D9F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B7FE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57A5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3E7E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5341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CD4E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FE3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79C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FDA4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1C1BB353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7F64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Actinobacteria_Actinobacteria_PeM15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04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4A4B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FADE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EBA2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8381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CC6F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9A7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4F6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ADEA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CD4B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9F3E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DF8C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E7FD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BA1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0CD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F6C3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687D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710F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37C6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726C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740B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5F1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4D3195EE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B32F1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Actinobacteria_Actinobacteria_Propionibacteriales_Propionibacteriaceae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E45C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8CC3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7F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CAEF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FAE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22A7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98F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DCF6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A12F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7175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7AE5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70C0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44D2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042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631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CAFD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367F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8F8F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36A4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1042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833C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6AE8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4F2B37E9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AA19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Actinobacteria_Thermoleophilia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445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A85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4C21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68D7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E3FB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FF4E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3011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612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6514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88E0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D3A5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51F3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B262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336E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D339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24B7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822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FB47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207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E4F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EE5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336D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19F4C112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CB7D7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Bacteria_unknown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596E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B406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1E45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1B74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1A25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DEB9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406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8420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9FBB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B121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10D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878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EFE6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20C9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98A3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760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9364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39E0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3574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8109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23E5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F3BC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6EFA8FD9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F9479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Bacteria_unknown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FC3F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EBF8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E9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8E5F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A14E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0F7A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88BD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8B0D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4C86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8D5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11D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0B99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33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8FE2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304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7F54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9645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AEB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9647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F4D9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0947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B6CD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</w:tr>
      <w:tr w:rsidR="00F22A67" w:rsidRPr="00F22A67" w14:paraId="3644B15E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D76D7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Bacteria_unknown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4C51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9B29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4026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DC75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55A3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2519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FBE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D2A3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A67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84DE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18B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4A5D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B640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A27F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992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D611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3627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61DD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99E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EFA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388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48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1.32</w:t>
            </w:r>
          </w:p>
        </w:tc>
      </w:tr>
      <w:tr w:rsidR="00F22A67" w:rsidRPr="00F22A67" w14:paraId="7010A0E8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3067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Bacteroidetes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E9D4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5BAE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F727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78E4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94F0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952F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00FD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C839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14B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26D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140A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B11A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0CB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5211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39A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3482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2F82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963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97FF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FCA8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8762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88D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</w:tr>
      <w:tr w:rsidR="00F22A67" w:rsidRPr="00F22A67" w14:paraId="79B9FD55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9C769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Bacteroidetes_Bacteroidetes_BD2-2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3ECF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6E08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06D3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BA0F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AFB7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1F5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4D99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79C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B829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9BD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4470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6886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C9B1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74F0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F687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70AB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33A3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D361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199C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442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47DF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0F52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377EC8F4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8A51B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Bacteroidetes_Bacteroidetes_VC2.1_Bac22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2E72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9D39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7831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533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E257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13BA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B1AB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CA13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29B4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C68E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266B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CA9F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251D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9588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6F7B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9B67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D9A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FE77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057A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EEF0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44E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FEEF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</w:tr>
      <w:tr w:rsidR="00F22A67" w:rsidRPr="00F22A67" w14:paraId="12122F0F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008F7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t>Bacteroidetes_Bacteroidia_Bacteroidales_Bacteroidales_S24-7_group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4BAC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565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2E64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80A4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E33C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72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1BD2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1957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1026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5039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805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82C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E80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6259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C2CA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8E71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7407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0010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4121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6D5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EA2C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6F71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03489B5D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41608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Bacteroidetes_Bacteroidia_Bacteroidales_Marinilabiaceae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E2AF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1B7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DC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4608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AE4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68D9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3075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C751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48B7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7DA4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CD10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B8BC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D23E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76F5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76AA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40AF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4C44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9990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069D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98E8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DFC6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8E51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040EBBAD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CFEA1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Bacteroidetes_Bacteroidia_Bacteroidales_Prevotellaceae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110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9917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D78A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D8B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8BED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E40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F6A9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8147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6FB1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C837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56D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CD53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D828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4D75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7340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496C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9827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F338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968A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0FD5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3428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B112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4A03BEE6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28489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Bacteroidetes_Bacteroidia_Bacteroidales_Rikenellaceae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3477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8CBC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EC30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C915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FF65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9611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F474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ACB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593B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CBF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BC5B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D9DE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E9FB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488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1B98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77E7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C1A0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0A87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A953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C737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5A31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DCE6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79E792CB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F5EF7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t>Bacteroidetes_Bacteroidia_Bacteroidia_Incertae_Sedis_Prolixibacteraceae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AE24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8832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B7D0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9436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C6F0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70B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BCE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19C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A50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1FE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CF92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EC45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E93B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5E57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F39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0FC7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135F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55E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FB30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4A04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6E57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D0BB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398AD823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766BD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Bacteroidetes_Cytophagia_Cytophagales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373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B97D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C82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5972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58CF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D9DB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797E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B0B0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3C9E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E7D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BAE6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F29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9537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3E7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839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0F31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BA0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B3D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64C7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1749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361A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653D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58890705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94AD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Bacteroidetes_Cytophagia_Cytophagales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E822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3A25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8398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3B9E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0707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8E5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D59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B7D1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AB6C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26E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76AD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A69D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05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E95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51D5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4A7E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9C2A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C441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C5F7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7853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F5EA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F49A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12815129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40FB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Bacteroidetes_Cytophagia_Cytophagales_Cyclobacteriaceae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CA1D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8B77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29F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ED57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0CE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EAAD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FC8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A76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9E48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0B4C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531A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EC64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A9B1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CABC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5E24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5BAF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2906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A0D1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41C9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AB24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9E8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EF03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0B215C3B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33EB5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Bacteroidetes_Cytophagia_Cytophagales_Cytophagaceae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94AB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3573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EC6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E4A6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AF6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BF08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6E4D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5499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4347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E801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3F22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DA42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01C4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A9A8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6FDB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12D8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D57A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8B54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383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69A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0C17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B135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4075F5F2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BE754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lastRenderedPageBreak/>
              <w:t>Bacteroidetes_Cytophagia_Cytophagales_Flammeovirgaceae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6353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465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8EBF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A52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4A3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34B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3F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DFEF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AC4B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94D7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C9AE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05CC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305B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03B9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BDDF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EFDB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8E73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311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A4DF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D09C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D725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7182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</w:tr>
      <w:tr w:rsidR="00F22A67" w:rsidRPr="00F22A67" w14:paraId="66EF54A4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08BA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t>Bacteroidetes_Cytophagia_Order_II_Rhodothermaceae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089C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938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081C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EBAC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0533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42BA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CAAD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30B3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31D2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1E33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A4F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6939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8C4F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4CD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3BF8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6B66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0F8B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185A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0378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FC95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B82D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75E7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435BF1AE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F02E2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Bacteroidetes_Flavobacteriia_Flavobacteriales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E406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9F1B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A865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1A74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B348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BABF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0D2B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F7E1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4C4C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E7F6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B771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405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53B5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28AF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90F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75F6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3ECE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530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9776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63D9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6039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50FC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3C9637D7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3819E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Bacteroidetes_Flavobacteriia_Flavobacteriales_Cryomorphaceae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0695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5C10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B6A5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B269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3E49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5531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26CB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1284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230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5.73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B38A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5.12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A437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B781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BAD7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087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5.29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3A87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15.11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2413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13.16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C6AA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4.53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3EDF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100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4.73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8AAF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38CD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10.63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ED60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9.40</w:t>
            </w:r>
          </w:p>
        </w:tc>
      </w:tr>
      <w:tr w:rsidR="00F22A67" w:rsidRPr="00F22A67" w14:paraId="5808EC37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916C2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Bacteroidetes_Flavobacteriia_Flavobacteriales_Flavobacteriaceae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00A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11.89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490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8.18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A96E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12.44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B739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7.66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EE5C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7.41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2401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10.25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2683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11.16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3B03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10.45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BD8F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23.58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045F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19.40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7F4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13.78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877C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9.47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7020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18.52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4A08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15.06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E3A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22.92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7433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17.02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093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14.54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06F6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95E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12.55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90CA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11.33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6CDF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23.26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937A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19.36</w:t>
            </w:r>
          </w:p>
        </w:tc>
      </w:tr>
      <w:tr w:rsidR="00F22A67" w:rsidRPr="00F22A67" w14:paraId="7E4C96F1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ADF0E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t>Bacteroidetes_Flavobacteriia_Flavobacteriales_NS7_marine_group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C1D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6F25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C6D1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2EC7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77A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EEE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0AE1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3D12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C41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AA8E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E0C4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A6E7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BACA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C81E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13E7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5F4E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233E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E6F9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C277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29C6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00A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0A31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0.18</w:t>
            </w:r>
          </w:p>
        </w:tc>
      </w:tr>
      <w:tr w:rsidR="00F22A67" w:rsidRPr="00F22A67" w14:paraId="7C3174D4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79E99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t>Bacteroidetes_Flavobacteriia_Flavobacteriales_NS9_marine_group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C47F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0EC2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5FF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1667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5A87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D6D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8EE7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15A0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839C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D62B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0844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4.05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09A4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B458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6F43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3568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AE7D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4.09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BD2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4.13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64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0B8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9B4E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E2EE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B239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3.50</w:t>
            </w:r>
          </w:p>
        </w:tc>
      </w:tr>
      <w:tr w:rsidR="00F22A67" w:rsidRPr="00F22A67" w14:paraId="60A68AC7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BD777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Bacteroidetes_Flavobacteriia_Flavobacteriales_Schleiferiaceae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599D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AB98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B1D6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47B5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DBBC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8EF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9008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64C6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DF3F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44D4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65A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1ADA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EBE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E4D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409D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A28A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E38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5DA7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A610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8BE3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6A6D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C466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6D06E707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6E38F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t>Bacteroidetes_Sphingobacteriia_Sphingobacteriales_NS11-12_marine_group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4DB0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3CC4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6C4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2E1F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481B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175B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EC43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9D1F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99B3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58C8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D5D0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C52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9688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C949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DEA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4103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4D3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165F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240D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DB53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D113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A1A7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6B5FE1BE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9EB88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Bacteroidetes_Sphingobacteriia_Sphingobacteriales_Saprospiraceae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DA12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BA8A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2394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497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BFB1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10B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A569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96A7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7837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A892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D586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4D4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4AE9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980A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8BB2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02A5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683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3EA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AF8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DD6B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2E9F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5BCF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</w:tr>
      <w:tr w:rsidR="00F22A67" w:rsidRPr="00F22A67" w14:paraId="7292AC25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19D4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Bacteroidetes_Sphingobacteriia_Sphingobacteriales_WCHB1-69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FB1C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2DD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2DDE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113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BB32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4F95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844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3998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586D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1D14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7347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57E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4358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5E30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2F70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BBB0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120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136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517D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135E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B6B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1FA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5B11ABD2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2F1E9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Candidate_division_SR1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77C3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44A1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B8C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FB07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2918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624B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423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7372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CB05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597C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D750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F7A6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80B6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B230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641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8B36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64EB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7222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5A07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A93F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BE35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D74A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4156EE02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9801D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Chloroflexi_JG30-KF-CM66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4B6C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576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FE1C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6337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031D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5035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EBCC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299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F52C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6DDC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7EEF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67BD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A2E0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5194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7F5B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9378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51B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DE27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893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E776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74B2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B4C3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56033C20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5A662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Chloroflexi_SAR202_clade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CC76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AB76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A9CF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5AD6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AA02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E36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9150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7CB8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307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936E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D042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29A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80C4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C1D9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183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631E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533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C35A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2742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DB52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BAEF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37DF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</w:tr>
      <w:tr w:rsidR="00F22A67" w:rsidRPr="00F22A67" w14:paraId="4347D6DF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66C98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Cyanobacteria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0DC4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9B6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70DB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722D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1674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302E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32D0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3994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CC92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DE77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665E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F167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CE59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1757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4A11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3B13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1582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EADB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B73D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CC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042E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44CE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51E5C1B1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FA63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Cyanobacteria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4657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5FE6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32F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47F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286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09E2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03AD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E7A4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5379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2F1E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7E8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F2E5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08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3DCF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0B56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C7AA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A15A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DC8D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EAEC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3FE0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453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12E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</w:tr>
      <w:tr w:rsidR="00F22A67" w:rsidRPr="00F22A67" w14:paraId="1DEFE3EA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48FB8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Cyanobacteria_Cyanobacteria_SubsectionI_FamilyI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A7F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0F72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73F5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4.77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56C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7.26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BB08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055C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8981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0D3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8B74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CCC2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0E36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7.22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20F6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5.28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132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A6BB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C7B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54DF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DC2D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7B8F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F00C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D4BE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68C1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8B1F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1.06</w:t>
            </w:r>
          </w:p>
        </w:tc>
      </w:tr>
      <w:tr w:rsidR="00F22A67" w:rsidRPr="00F22A67" w14:paraId="2BD0E085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74EAB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Cyanobacteria_Cyanobacteria_SubsectionIII_FamilyI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1B49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AB13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78E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2216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7FED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BEE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3EE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999A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879E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A66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317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1931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52E9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9A1F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82AD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17D3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C5BB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6C3E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5977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1367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3DCA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056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605EC6F0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21175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Cyanobacteria_ML635J-21_ML635J-21_ML635J-21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45F6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C476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C56F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0468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F51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2055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4252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88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7FF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60E4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D94F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171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B1EB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5CC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57CD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222D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2FF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CA24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A09D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8F9C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29A9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04F4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5ECE94EB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2C519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Firmicutes_Bacilli_Bacillales_Bacillaceae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16B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5358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2CF2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2394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1DE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2C7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2B8E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C453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7498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CD35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5019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A927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190D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E1EA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B06B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DAC1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DF3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29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FA81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F2E2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B4F5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E772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2E81B652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3F594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Firmicutes_Bacilli_Bacillales_Staphylococcaceae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1126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830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BED4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9A03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35FE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1F9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451D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57A5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2C9B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0A22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BE7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03D2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65A6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80B5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72F1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576B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7442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B26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2026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A29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4B37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63EB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39781F8B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4394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Firmicutes_Bacilli_Lactobacillales_Carnobacteriaceae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94BC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DB27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3710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389B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BE9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C4F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9CE9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8396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FBCA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5130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7F4D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9D6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253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7E95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0C52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8CC6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7483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3EE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CAE8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FBC1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EC8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5CEB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5B25BB4B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EE1E6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Firmicutes_Bacilli_Lactobacillales_Enterococcaceae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D1C8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D51E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988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3A1E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6B2E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9D9D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68C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F6D4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12FF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AD0E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D1F8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EA62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8FD8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342D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721C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848B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FB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17DA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F692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2016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304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1D56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0709EAF0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F2062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lastRenderedPageBreak/>
              <w:t>Firmicutes_Bacilli_Lactobacillales_Lactobacillaceae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A3E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3C1C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D813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26B2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67B8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DF69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A8F3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53B4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0B84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AB50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F34E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CF1E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849E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5AC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1C7C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8F39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5650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0DB5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A60F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6692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BCD7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603B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</w:tr>
      <w:tr w:rsidR="00F22A67" w:rsidRPr="00F22A67" w14:paraId="196A5ADC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6B00A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Firmicutes_Bacilli_Lactobacillales_Streptococcaceae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C219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3D6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B840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5871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692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BCBC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6330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0EFF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3590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A7FF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CD3D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8C60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13D2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4CA5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2D05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F223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0BA4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6F9E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DF10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478C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A3EF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E471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</w:tr>
      <w:tr w:rsidR="00F22A67" w:rsidRPr="00F22A67" w14:paraId="2ECEFE75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C6D0F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Firmicutes_Clostridia_Clostridiales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0A8B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4A31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238F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06D1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F3E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9E77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27DB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D2D5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06ED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915F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C286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6CD7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4093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7B4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CFE8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E440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5CF4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EFE3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B48C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3574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9057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17B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71B053A2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497B5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Firmicutes_Clostridia_Clostridiales_Christensenellaceae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CE65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DE3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3B84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262A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E77A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03DB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C9AB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7C3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6FCF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2DD9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C494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48EC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520A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3B79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7B40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1B6D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081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4DB1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60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7F92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E2F1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BB6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72FF316D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5648A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Firmicutes_Clostridia_Clostridiales_Clostridiaceae_1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ED12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BC3C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1882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FF24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DEED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D3F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1BD5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8CAE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CF12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B90C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ECE1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4CBA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59F3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9906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61C6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BA85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5785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70CB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3B5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AD6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2DF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4C4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</w:tr>
      <w:tr w:rsidR="00F22A67" w:rsidRPr="00F22A67" w14:paraId="33205EA0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81E4E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Firmicutes_Clostridia_Clostridiales_Lachnospiraceae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F6BF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E474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0AF5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3093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4C1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881A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33E1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197F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1E5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81B1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3F90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570D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5AB4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8F38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42E8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F33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845F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140F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71A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871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8FD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D8BF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</w:tr>
      <w:tr w:rsidR="00F22A67" w:rsidRPr="00F22A67" w14:paraId="6ADEA29A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AE14F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Firmicutes_Clostridia_Clostridiales_Ruminococcaceae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294F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914D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E29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E63D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916A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705E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AEEF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DAD4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E58B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D192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9BB8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B771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499C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C463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EFE3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BEB2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85F0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35E8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EFF1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E0F1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4F1F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750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</w:tr>
      <w:tr w:rsidR="00F22A67" w:rsidRPr="00F22A67" w14:paraId="4C7ECB6E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0EC32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Firmicutes_Erysipelotrichia_Erysipelotrichales_Erysipelotrichaceae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23CE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B57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AB6E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7C01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11C1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106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5BB1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7B34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68F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CFFF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3887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7BE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3BD8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A7F1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A853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5BCD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960F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A933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D8B0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A74C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F318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C51E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23F7E5A4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F23DD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Firmicutes_Negativicutes_Selenomonadales_Acidaminococcaceae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F942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35ED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AC48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19DF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61EC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71FB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8998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5C4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140A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BD0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98A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0BE2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B60D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FECC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C719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F07F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1ABF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BD7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C58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AF92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5EAD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375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7319F892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180AB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Firmicutes_Negativicutes_Selenomonadales_Veillonellaceae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213E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B75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46B0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C1D7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2C07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F2A9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2B38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606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8825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D60E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A7BC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AFAD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3F3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3AF1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FFEB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B564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A74B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C081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F270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84A9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2A55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F2CE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</w:tr>
      <w:tr w:rsidR="00F22A67" w:rsidRPr="00F22A67" w14:paraId="4506CF58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1FFD6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Fusobacteria_Fusobacteriia_Fusobacteriales_Fusobacteriaceae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085E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D4AC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B858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F14F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51E0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E4BF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5E10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6CB9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E52D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4E1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D396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FE4D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B877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9AFD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B6E1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B885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9D0C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B99F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D941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7BCA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E362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F5E7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</w:tr>
      <w:tr w:rsidR="00F22A67" w:rsidRPr="00F22A67" w14:paraId="714ABBE8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D48F3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Gemmatimonadetes_Gemmatimonadetes_BD2-11_terrestrial_group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44D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E20B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8E49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5665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4056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F11B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6504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358C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112E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B8A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BFC7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14F9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78FC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38E0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D4A8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0498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0791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2F73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212B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45F8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28E1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221E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7333E7DE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A732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Gracilibacteria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6030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E0F0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A5A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7129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2298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F78E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F235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BBB7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4800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1642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C793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4459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DCA2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12B6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A3A0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1CA5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BEEE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8ED7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7DA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3CCA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E2FA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6FA7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789C139B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32FC7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Hydrogenedentes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CB02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E66E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DFE9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C9E7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7997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63A9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2E26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4C67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E817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ABCC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9F23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F125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F309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691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4C62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30A2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A672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3C78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9DAF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D83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FE54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BE34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3768703D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90D35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Lentisphaerae_LD1-PB3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C734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07B5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9545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6226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22F6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1F49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0FAB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FA26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6851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D83B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42AE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A4B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15D7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64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8636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A9D6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4F4E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3E0C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78E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30A3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CC6D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3EEA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7BC9899E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6A4A2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Lentisphaerae_Lentisphaerae_Lentisphaerae_Lentisphaerae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6B7D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7768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B784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133A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73F9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E9C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3543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2D51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4B62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CF33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B19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9D80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933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752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E31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3512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D2BA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12B8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046F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F58E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9AB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54D0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6B306EE8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5E71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Lentisphaerae_Lentisphaeria_Lentisphaerales_Lentisphaeraceae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112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1B50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35B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B907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1D6C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8ACC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992D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2B9D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12DD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9B50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1BDE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F3F5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4F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B429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642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359A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2626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71A3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553F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4BF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8655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5BAE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</w:tr>
      <w:tr w:rsidR="00F22A67" w:rsidRPr="00F22A67" w14:paraId="20555FD8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BBA8F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Lentisphaerae_Oligosphaeria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D89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1EE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9103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0496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BCC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286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EBAB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D69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8129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E94D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1798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F7C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F293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C63F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3DDD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326C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267D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5B57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39D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837E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6C09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62E2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420EAEC6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A9480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Marinimicrobia_(SAR406_clade)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F9A5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7.75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1AD8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8.75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B532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319E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6697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A032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5.85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DD1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5.28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980B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CB42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AEF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0AE3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5.49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88EC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A72D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44FF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C708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4BA1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2D04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4.40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07A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901F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8.35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D283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7.03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C846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FFC4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2.38</w:t>
            </w:r>
          </w:p>
        </w:tc>
      </w:tr>
      <w:tr w:rsidR="00F22A67" w:rsidRPr="00F22A67" w14:paraId="5D0BD3E1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C07D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Parcubacteria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C5E1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27AA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8B3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DDC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5EDA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A77F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8C18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440F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DFC8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EBAD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89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33AE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DB0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56B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5572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DE38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EF39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37BD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393D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C898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5172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6DAF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346579E4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C52F4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PAUC34f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729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FD69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83DD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A2D6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D051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9051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4427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7325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2FC4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5693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1C8A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C9E6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6353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4E16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8763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B627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C295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AF9D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ED9D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AE5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4AB7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239F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1B0C57B6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E12B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Planctomycetes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7F11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890E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B41A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1D6A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35E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4E78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26B7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0F2F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5E5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2295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88E3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52A9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F47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623F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EC2B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270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3CA2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2F5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8933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3B68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E89A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3840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549D9B30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94D1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t>Planctomycetes_028H05-P-BN-P5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FC8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ADE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4D32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4CE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0EE7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84BA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A2C8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A934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1D88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C679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0C2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06C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E870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F4B7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E32D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09D6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3163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9076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D4A0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D486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F862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ABE9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23A25F78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76A76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Planctomycetes_OM190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C0B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3320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222C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D4B5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120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9AA8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659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7576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1180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D04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A512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7BD0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8A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2567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B9D6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306A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483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3E5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A8EE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8A8E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48B3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DD35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</w:tr>
      <w:tr w:rsidR="00F22A67" w:rsidRPr="00F22A67" w14:paraId="64930F7B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5396A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Planctomycetes_Phycisphaerae_Phycisphaerales_Phycisphaeraceae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618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2B04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1F9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9DF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2248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F1B2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1095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069E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CBE0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FCD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E70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A7A4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18AC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5A25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0B8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EF9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99B9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2CAB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8C1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51E1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9E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D5E3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0.31</w:t>
            </w:r>
          </w:p>
        </w:tc>
      </w:tr>
      <w:tr w:rsidR="00F22A67" w:rsidRPr="00F22A67" w14:paraId="20E958F2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5DCCA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lastRenderedPageBreak/>
              <w:t>Planctomycetes_Pla3_lineage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4276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82AD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FD86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31F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3C9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624E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24DF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4EDF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B022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DE2E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6071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9E08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94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BD1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241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199C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5864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DAFC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E536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103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4B7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F22D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4B864A7B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FB88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Planctomycetes_Planctomycetacia_Brocadiales_Brocadiaceae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4C0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558A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C96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6451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65B6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E420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81A2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01D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0BD4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98DA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2E9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7D75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CCEB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1F7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B021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C928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E6B9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115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D365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B35A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5ED0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4246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03948A0B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42533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Planctomycetes_Planctomycetacia_Planctomycetales_Planctomycetaceae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4118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17FE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561B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19EC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7CE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59BB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451C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1973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29F5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040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F739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107D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5D91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5D3A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532B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66A4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AF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9CB9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4E82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A064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F351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4C41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0.21</w:t>
            </w:r>
          </w:p>
        </w:tc>
      </w:tr>
      <w:tr w:rsidR="00F22A67" w:rsidRPr="00F22A67" w14:paraId="5C0929D6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0850F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Proteobacteria_AEGEAN-245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921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9C60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F06A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F59F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00A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572D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3905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A16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1212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166C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0AE2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90B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D9D1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F4DD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9576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B6D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59CB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A466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B345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4729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C8AC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4ED8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</w:tr>
      <w:tr w:rsidR="00F22A67" w:rsidRPr="00F22A67" w14:paraId="44A2E25E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CFD4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Proteobacteria_Alphaproteobacteria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F71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72FF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7947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821C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59DB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FA8E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F8DB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BAF1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905D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2901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24B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0503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1BE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62A0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C3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376E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5626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D8F4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F03B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E6AA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8D7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4FCC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</w:tr>
      <w:tr w:rsidR="00F22A67" w:rsidRPr="00F22A67" w14:paraId="04EC0EF4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31C45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Proteobacteria_Alphaproteobacteria_Caulobacterales_Caulobacteraceae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0610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71AD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D870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1874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FC56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4B7A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5E36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18B3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6513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6604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77D1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6051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F00C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CB01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991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C556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43E3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44F1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B60F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42A1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EA08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1000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6007F5C9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4F66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Proteobacteria_Alphaproteobacteria_Caulobacterales_Hyphomonadaceae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0F51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64E2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0811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40F7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21B1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68A3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1F2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2D31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9201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0698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CED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B88D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C86F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20DF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F8A7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FABC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CF1B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E05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AD15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D630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B3E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B780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1.14</w:t>
            </w:r>
          </w:p>
        </w:tc>
      </w:tr>
      <w:tr w:rsidR="00F22A67" w:rsidRPr="00F22A67" w14:paraId="78BE1375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D1309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Proteobacteria_Alphaproteobacteria_DB1-14_DB1-14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0132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B21E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411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15B2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3102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EB2D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F5DF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566C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414F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6190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248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2EF5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5C13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138B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8812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F2DA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8196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2FF7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F9F3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D090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F526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896C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53E84367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D594E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Proteobacteria_Alphaproteobacteria_Kordiimonadales_Temperatibacteraceae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7CB1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735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3258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2C93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E067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BDC8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6FFC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04B7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CE97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4E85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822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C0A3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16C5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76AC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82E4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5FC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AB35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F52A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553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8284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EA9E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7CE0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7A0457ED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EA43B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Proteobacteria_Alphaproteobacteria_OCS116_clade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F2EC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306E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C87C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208E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781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770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5004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7F76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C492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F8F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2047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2B9F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576C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96FC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2F35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878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023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0CC1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2070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DF9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4C9F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3FD9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0.79</w:t>
            </w:r>
          </w:p>
        </w:tc>
      </w:tr>
      <w:tr w:rsidR="00F22A67" w:rsidRPr="00F22A67" w14:paraId="35973F23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E29A5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Proteobacteria_Alphaproteobacteria_Parvularculales_Parvularculaceae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04CE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1EE1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8A5F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440B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263B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97EF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79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DF8D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174A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5FFB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0EF4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7FC5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85A0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21F1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EEAA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CDED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D8D3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01A4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DDE3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24FC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A50F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0166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21432D07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DF407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Proteobacteria_Alphaproteobacteria_Rhizobiales_Bradyrhizobiaceae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7654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5C34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1CDF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66B2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9470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AB0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99F5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688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D263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F971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362E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4DB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4637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8A65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51B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1E2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38A8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552C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6577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5632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34C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B2BF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3ACC52AF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2E26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Proteobacteria_Alphaproteobacteria_Rhizobiales_Methylobacteriaceae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E420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87F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7F9E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9FCD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57E4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9354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422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BDB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2C23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0589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4938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D15C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9952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B46B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B77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D60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D6F0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A7E9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6850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9224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59A8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5C32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4F3621A6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CE129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Proteobacteria_Alphaproteobacteria_Rhizobiales_Phyllobacteriaceae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B6B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C55A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E08E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7A8A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D234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FE94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564B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5C08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80B8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E357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7169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B57F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14F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F5CD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8435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B7D9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F3EF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03E1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B0A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B8D8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236C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B96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4EBCBB56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5C6F4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Proteobacteria_Alphaproteobacteria_Rhizobiales_Rhizobiaceae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E5CD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BF0D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3D21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039C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4D38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35B7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8253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8920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7420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DE45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C80A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FFA8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AFCE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557C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44A2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E69A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711B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E82B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9E1B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5735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91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A14C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441C5CE8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BBB4B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Proteobacteria_Alphaproteobacteria_Rhizobiales_Rhodobiaceae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F90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B222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992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306C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6BE7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55CA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05DD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BEB2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9E56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37CC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6097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64F7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40A7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1B9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D475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62D9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EFB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43A9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896C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E68E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45D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7567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3539C83B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5160A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Proteobacteria_Alphaproteobacteria_Rhodobacterales_Rhodobacteraceae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B246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7.55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26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5.77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1767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7.71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CE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8.82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A5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5.43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8DD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7.33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5F9B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14.66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03C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15.55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FAD6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14.04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C26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11.19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EE84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C07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5.63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1527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10.74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4C89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9.14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109C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16.50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0C99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20.20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1BB5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7.80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B944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5163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5.62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1A6A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7.27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241E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20.18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5B4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20.73</w:t>
            </w:r>
          </w:p>
        </w:tc>
      </w:tr>
      <w:tr w:rsidR="00F22A67" w:rsidRPr="00F22A67" w14:paraId="2F918163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53CF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Proteobacteria_Alphaproteobacteria_Rhodospirillales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CD8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420D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BCB2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DF0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FEEC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8948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9E8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A12B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BBBC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EE8C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ECD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B00C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A30C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D411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F00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0AF3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F778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92AB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8A2E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F58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EF67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1442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</w:tr>
      <w:tr w:rsidR="00F22A67" w:rsidRPr="00F22A67" w14:paraId="2F4CB60C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D8349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t>Proteobacteria_Alphaproteobacteria_Rhodospirillales_AT-s3-44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27CE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FA89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301B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6B70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769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85FC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ED04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8E0D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5DED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3807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B69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0672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2B74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E3D1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B7A5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06E2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E001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683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8FB7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3FD3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F46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B45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511D53D3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0A6AE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Proteobacteria_Alphaproteobacteria_Rhodospirillales_Rhodospirillaceae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71D2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5.08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6470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4.44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E78B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989F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E131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EE45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BDEE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2842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B6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1305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820B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C05C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6F32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AA75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2605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7AC9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62B9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4672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513E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9B0F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4.04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65C4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EEF4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0.93</w:t>
            </w:r>
          </w:p>
        </w:tc>
      </w:tr>
      <w:tr w:rsidR="00F22A67" w:rsidRPr="00F22A67" w14:paraId="37EFBE05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59CDE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Proteobacteria_Alphaproteobacteria_Rickettsiales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FDAF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052B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B1D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02E8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64F2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68D8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FC35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5B7E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CBD7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0A1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648E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C93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65B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7582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CAF5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B0F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2E62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527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4CF0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796D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17DC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341C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3D008573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9A547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Proteobacteria_Alphaproteobacteria_Rickettsiales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6580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AF5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191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B57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9BD8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86B3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6C76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D3F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F15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D693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E9B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845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A9F0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0AD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377E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CA42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32D7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3DC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B6B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3EBF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0FF3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C6EB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3EEDD77E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C693D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lastRenderedPageBreak/>
              <w:t>Proteobacteria_Alphaproteobacteria_Rickettsiales_EF100-94H03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E288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63F1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FA3C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B199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2230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5B31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3FE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E08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1347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686D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0604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AE3E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5F9C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BE72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F0B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A833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7F45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4E20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F0F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AA0A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29B0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823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3C21324F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0D052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Proteobacteria_Alphaproteobacteria_Rickettsiales_Holosporaceae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4A19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7385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8C3A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604E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5FC3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9809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77DD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AE0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AA94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D73F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B7A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C8BF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2022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89AC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7C37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2F5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9318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D6C1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8B81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A853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4B6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1262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496BDB0E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3C4A8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t>Proteobacteria_Alphaproteobacteria_Rickettsiales_LR_A2-29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C579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3D2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ED51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1979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4E1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A52C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632E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C5C0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35FA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146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FCC7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DB6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4E70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742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88F3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B9CC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A700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8D8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68C6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648E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6AF5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0662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0FE2EC4A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F8FB6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Proteobacteria_Alphaproteobacteria_Rickettsiales_LWSR-14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1AF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CA4D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C928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E881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7604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544A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AC9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ED7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04C3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9C81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D944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E996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BE1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F0D0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3F13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9370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1BB6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05F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8AA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3E09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AE17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91E7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151AE830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F8EAE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Proteobacteria_Alphaproteobacteria_Rickettsiales_Rickettsiaceae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171B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559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E7E5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1940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8312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254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763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1739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C21D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B724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C02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4DC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56D1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6BBC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DE85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ADA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E655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B95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0A53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FCC1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520E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D72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0.18</w:t>
            </w:r>
          </w:p>
        </w:tc>
      </w:tr>
      <w:tr w:rsidR="00F22A67" w:rsidRPr="00F22A67" w14:paraId="60E21E64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A439E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t>Proteobacteria_Alphaproteobacteria_Rickettsiales_Rickettsiales_Incertae_Sedis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0D77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7E77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7D99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4088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924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110E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2369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56CC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A653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A73F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F4A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D020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3C6E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21EC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6F9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AF5B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2185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DBDA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1213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3C5F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960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ACAC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</w:tr>
      <w:tr w:rsidR="00F22A67" w:rsidRPr="00F22A67" w14:paraId="1FAC6EDD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4C3F5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Proteobacteria_Alphaproteobacteria_Rickettsiales_S25-593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E81D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80E4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8159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1990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954F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DB8B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3F97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5C11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D630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DBF7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6241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3A8F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52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1B05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BEA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CE1F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5F2B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7C8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EE7E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4B22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2BB5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A9F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</w:tr>
      <w:tr w:rsidR="00F22A67" w:rsidRPr="00F22A67" w14:paraId="64426178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5E4E9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t>Proteobacteria_Alphaproteobacteria_Rickettsiales_SAR116_clade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833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7.96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5437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9594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8.55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31C6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6C32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5.38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8F67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3605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4874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AC0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4.81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F69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4.37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0ED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0DB5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ACAF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9D22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F18C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52C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615C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4.67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F6B8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C34D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300A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BFE0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C13D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1.29</w:t>
            </w:r>
          </w:p>
        </w:tc>
      </w:tr>
      <w:tr w:rsidR="00F22A67" w:rsidRPr="00F22A67" w14:paraId="7240C41D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2192D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t>Proteobacteria_Alphaproteobacteria_Rickettsiales_SHWN-night2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B25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332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F820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BB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60F6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72D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5267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21E3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EF70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7C4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6B81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15F6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6AD9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DCB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718C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F37A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6F0F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F6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E2C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4AF2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F6D5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3639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499AB251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07D27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Proteobacteria_Alphaproteobacteria_SAR11_clade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E1B4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6CE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FE30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937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986C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584F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882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3C48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7EA0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E19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D5B2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E1C2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B57E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891F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552A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FBB6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58B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7DD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0691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465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14CE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0222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0.20</w:t>
            </w:r>
          </w:p>
        </w:tc>
      </w:tr>
      <w:tr w:rsidR="00F22A67" w:rsidRPr="00F22A67" w14:paraId="46373288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7B533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t>Proteobacteria_Alphaproteobacteria_SAR11_clade_Deep_1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F555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904E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EE5B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F93C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5A55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3F4B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FAD4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66D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4F45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F89F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BF3E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91A2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DCC5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2FC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4BCC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774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DE07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905A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9C78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78DC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71D6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D9E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</w:tr>
      <w:tr w:rsidR="00F22A67" w:rsidRPr="00F22A67" w14:paraId="122E76ED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A6D69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t>Proteobacteria_Alphaproteobacteria_SAR11_clade_Surface_1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4457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9A46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593E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4.38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9035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2712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8.09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EC5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86D1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CDAE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5.79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697F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097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9.40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D633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7.58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47F4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FDD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5.21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E17A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7.83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DD60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9AB0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22FF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7C29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9.59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1183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9.66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AA50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9.69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A26C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F933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2.57</w:t>
            </w:r>
          </w:p>
        </w:tc>
      </w:tr>
      <w:tr w:rsidR="00F22A67" w:rsidRPr="00F22A67" w14:paraId="348AD0FB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51773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t>Proteobacteria_Alphaproteobacteria_SAR11_clade_Surface_4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156D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D5B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548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E18F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F6AC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F577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B32B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48E9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DF11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7FEB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28A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F34F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E93C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758A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032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22B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662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A60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E215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246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F79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F3E0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</w:tr>
      <w:tr w:rsidR="00F22A67" w:rsidRPr="00F22A67" w14:paraId="5B706C90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0097F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Proteobacteria_Alphaproteobacteria_SB1-18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91E9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724F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2656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937D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05D5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9C6D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D359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CB5E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AF13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417A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C519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3B5B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045B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E60F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A5FA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59DC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1E58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E71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AF8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B336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FA9F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867B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04E6836F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1C548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Proteobacteria_Alphaproteobacteria_Sphingomonadales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9FD0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CACE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86C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8ED6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8B7A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B3C3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1F80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5DE0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4253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5557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BF0C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0A72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9917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E0CF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378C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D547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E41D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51B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C6C7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A02E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DFA1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F13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2B156D34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FDBD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Proteobacteria_Alphaproteobacteria_Sphingomonadales_Erythrobacteraceae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EE8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A4E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3D16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63E7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6CBA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F5B2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985D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087A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303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3954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3BDB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0AF3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16F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FF17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055B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58A1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EF30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9A7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AF7E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4653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C50E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8071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58C5237C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B27FF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Proteobacteria_Alphaproteobacteria_Sphingomonadales_Sphingomonadaceae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A661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C1F6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DAD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D83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20E2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5A2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7E66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F50A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57F2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609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4886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0925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B91D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6A45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BA97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24BB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EE55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1609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2A7B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054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FFD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69CA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785169D8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F444F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Proteobacteria_Betaproteobacteria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C52A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AD2B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2836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901C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621E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0A43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8BC6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AC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4E8A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EC3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A699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67F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DA18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B9AF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533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627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D126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CD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BA63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489C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6BCE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9146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</w:tr>
      <w:tr w:rsidR="00F22A67" w:rsidRPr="00F22A67" w14:paraId="088B792D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671E9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Proteobacteria_Betaproteobacteria_Burkholderiales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CEDF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1A2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6C1A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1401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3E92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4454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780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74F5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C3E9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9C2F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8E8E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BACB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27F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145F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F6E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D3A5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4915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9BAF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633E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2ECA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DAF8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4180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4C138ACF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46DA4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Proteobacteria_Betaproteobacteria_Burkholderiales_Alcaligenaceae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F128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7B39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982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7B48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E2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BD0E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A31B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226B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480F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463F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AD0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5F73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9C0D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7B30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AD80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D390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2019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39FF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BF98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932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62AF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AEE4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736D8CB4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0F474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Proteobacteria_Betaproteobacteria_Burkholderiales_Burkholderiaceae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EC40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421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B6EB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3D7E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D5B0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B082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4480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C5DE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A6E0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0FE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75A8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87F4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6996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81ED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42C2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F567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431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280A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E797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661D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0A8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501A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55B740CA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BCD33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lastRenderedPageBreak/>
              <w:t>Proteobacteria_Betaproteobacteria_Burkholderiales_Comamonadaceae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C087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D055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27AC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BEEA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FE49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095B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BB3C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D3C5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0243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AAA7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9CE6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009F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B9D7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4389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CD83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EC4F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7FB0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6CCB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905D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0DB4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8D6A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0D1A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7D9DEAC9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D78C5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Proteobacteria_Betaproteobacteria_Methylophilales_Methylophilaceae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134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3726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954B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445F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C681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170D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32DC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F987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9B68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CE91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79F4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5506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AB73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3A87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0E9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3682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FB47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8B8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752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68BC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EC2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93BF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0.26</w:t>
            </w:r>
          </w:p>
        </w:tc>
      </w:tr>
      <w:tr w:rsidR="00F22A67" w:rsidRPr="00F22A67" w14:paraId="273A9849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5177C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Proteobacteria_Betaproteobacteria_Nitrosomonadales_Nitrosomonadaceae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2AA4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AD1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193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14F7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2704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B45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E4E1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7265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7C5B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8774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41C4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CDE6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DC4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78FB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235A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21CE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B380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951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8B6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27AE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1295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9E0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2DDB1A8E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0FA45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Proteobacteria_Deltaproteobacteria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DE30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CA6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C519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243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0E42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E42C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3A6A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C311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784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720B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266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05AE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B95C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DA89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8A22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0DC1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7AA2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69D1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635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AADE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F3F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544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2DEA64A6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6845D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Proteobacteria_Deltaproteobacteria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0C8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FA26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74BF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A6C8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1F4D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BDEA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9D67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510E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7C5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D945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17D7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620B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871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653E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E969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51E6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C9B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1AE0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41E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3CC7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86B0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4F1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616BBA8D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403BB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Proteobacteria_Deltaproteobacteria_Bdellovibrionales_Bacteriovoracaceae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FE51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47A2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DDE2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CD9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FE5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B246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FDD2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31BD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10E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4D0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3B6C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8B07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67E8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1BF5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6377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6EF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F4C3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D034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36DF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E9F4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06A7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20A2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568DB42A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0AB41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Proteobacteria_Deltaproteobacteria_Bdellovibrionales_Bdellovibrionaceae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6DC5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0D07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99E7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5C5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DF05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9249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CEA6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84FF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FE67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9E84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0E5B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8F22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F5C6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97E4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BBA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605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6E5E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F029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3713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BF9D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C8E4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76E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</w:tr>
      <w:tr w:rsidR="00F22A67" w:rsidRPr="00F22A67" w14:paraId="30BC3323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A247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Proteobacteria_Deltaproteobacteria_Desulfarculales_Desulfarculaceae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F2A4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A1C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8B53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CF71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0D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EF9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199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1B13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87D9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132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3A99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CF6D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5934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0057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DF3F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4B6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BC55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5AA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37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5DA2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E8BD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6AA9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57CF120C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280FC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Proteobacteria_Deltaproteobacteria_Desulfobacterales_Nitrospinaceae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B110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8E5F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B76A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3751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F51A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BBE1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87D6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0AF3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EAB0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4AB9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6F38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8724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4120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3D43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1BEC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11FA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916F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256B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5C70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05C5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41DF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B5A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</w:tr>
      <w:tr w:rsidR="00F22A67" w:rsidRPr="00F22A67" w14:paraId="12C551FD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447A7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Proteobacteria_Deltaproteobacteria_Desulfovibrionales_Desulfovibrionaceae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D9DB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883B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1140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B7F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3D5E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31DA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52B6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E7D1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2769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C230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52E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F70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BB5F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0D9A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12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5335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E744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0B1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67F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35B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2749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0ACE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534541C1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7225D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Proteobacteria_Deltaproteobacteria_Desulfuromonadales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204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289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B086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ED49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EE8B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AD7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67BA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2E7C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2678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B772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6A7F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CE8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A283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5C1C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7326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4733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556B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C210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C5AD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4EA2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C48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E9FC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56B044C7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8717E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Proteobacteria_Deltaproteobacteria_Desulfuromonadales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A33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0A13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691B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0797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174B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8900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AA28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904A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47A0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AF01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1C2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767B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316B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A997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EF65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A48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152E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5F25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E8A3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F41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5FD7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948F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768D41A6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B7077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Proteobacteria_Deltaproteobacteria_Desulfuromonadales_GR-WP33-58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66DD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04DB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2F87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2DEE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DE61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0AD3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2CF6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C99B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94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7CA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1DD6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89A7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A37A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5972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551D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1A3A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05C3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914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949A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C8B1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0433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ED9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</w:tr>
      <w:tr w:rsidR="00F22A67" w:rsidRPr="00F22A67" w14:paraId="58F6F4D5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C8381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Proteobacteria_Deltaproteobacteria_Myxococcales_BIrii41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DABA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E091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EB96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B714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6320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9D99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0FD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165C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9194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C21F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00B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790E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EFCC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539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478C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A820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AF34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3AF2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251A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2D37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B89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3920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37F29979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6FBD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Proteobacteria_Deltaproteobacteria_Myxococcales_Blfdi19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A6FC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E7E5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4B5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3EE8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23AB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31C2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BDB5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490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4726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4DA6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BF2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2F61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8A11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887B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B05D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CEAB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4686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745E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0EE1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B571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868D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D4E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7897DC0F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699B6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Proteobacteria_Deltaproteobacteria_Myxococcales_Eel-36e1D6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3C46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2121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D979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D200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33BE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F15E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8A6E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86D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BE1D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477E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8E81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D321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6A35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59C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14BC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FFF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A8B2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9A69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8007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77FE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24EC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5194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47E842CB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223C9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Proteobacteria_Deltaproteobacteria_Myxococcales_Myxococcales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3BC0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007B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4EEC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8B5A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CFF5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D61C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C3A8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EFC5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3ED5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460E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FF9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A375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AD4E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5C3B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2D0C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00EB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C46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833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1D6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942D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6372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FA9F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623A9F10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74C53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Proteobacteria_Deltaproteobacteria_Myxococcales_Nannocystaceae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7D92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3890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DEC0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3970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628B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48BE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9240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89A2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DBF8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A5CD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95F8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992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88EA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613D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49B5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355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611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C9B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D181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1CE7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AC09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A2E9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2098682D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50FD6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Proteobacteria_Deltaproteobacteria_Myxococcales_P3OB-42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D7B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AB9E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AA44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D8EC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AAD9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3A45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C04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124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D8D4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0E5A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73F3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0EB1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7773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4889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8D10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36D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0566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C93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474E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6DDF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D872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93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72654B01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15CF8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Proteobacteria_Deltaproteobacteria_Myxococcales_Sandaracinaceae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848A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B94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823D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2F91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E45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6903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625D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700A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1B69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61B6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68EA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B216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CBDE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D8F0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49FA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EF9D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4150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6CE6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86B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3EED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ECBC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B8B8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2409BB98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B5AB4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Proteobacteria_Deltaproteobacteria_Oligoflexales_Oligoflexaceae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3703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61E5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5E5F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3F4B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155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F133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17E8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EB39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C7F7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21F3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462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797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8A01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32D3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A3EB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F0A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332A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ABBD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4B6B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175B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F0B3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ED7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16CCEFEE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E8CC3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t>Proteobacteria_Deltaproteobacteria_SAR324_clade(Marine_group_B)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AE6D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5887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0FAF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8EFB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D70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542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4E70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F86C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16F2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2319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5427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3126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54D4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C3E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1913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BC15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51DD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B46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6358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01D4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1526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89D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0.25</w:t>
            </w:r>
          </w:p>
        </w:tc>
      </w:tr>
      <w:tr w:rsidR="00F22A67" w:rsidRPr="00F22A67" w14:paraId="4EBB3BA7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D2E9D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lastRenderedPageBreak/>
              <w:t>Proteobacteria_Deltaproteobacteria_Sh765B-TzT-29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21CD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A56B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FA0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FBE3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0691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C8AE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950A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6F75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CCAE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1069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5ABD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D1AC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A65A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A3AE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0F6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59C5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B78B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3E14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6028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B2B6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C5FF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A48E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</w:tr>
      <w:tr w:rsidR="00F22A67" w:rsidRPr="00F22A67" w14:paraId="75F2F7C5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5400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Proteobacteria_Epsilonproteobacteria_Campylobacterales_Campylobacteraceae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F782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0C58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6E50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DD3E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16E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F7E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33E6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E53E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C3B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6242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65EC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F24B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FE58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4771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925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8A31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796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57C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A498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B0E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5D41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AE0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</w:tr>
      <w:tr w:rsidR="00F22A67" w:rsidRPr="00F22A67" w14:paraId="46629DED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832B0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Proteobacteria_Gammaproteobacteria_Aeromonadales_Succinivibrionaceae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2FA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8F4F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AEB3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E997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12C3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123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AD3A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7770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F1A7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6506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7096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FD48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6C3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D91B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CEC3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F74D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23B0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FCDC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6B27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8BE1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264A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C771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3FE87286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179D1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Proteobacteria_Gammaproteobacteria_Alteromonadales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B36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CBC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EB1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7E99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A5D9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3C9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E7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9366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5FA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7F0F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44FB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3998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53BF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A327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FFBB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8838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BC3E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6CB7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91CB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ECC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A722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BA9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7FC6E425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4A95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Proteobacteria_Gammaproteobacteria_Alteromonadales_Alteromonadaceae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0100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44EA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9987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9BA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EF79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E006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1418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B01E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3CC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B702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A58B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A488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C8FD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8466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1ED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977B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1D41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2237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74D0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37D6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ED38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5A63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1ED9D8D3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B60FF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Proteobacteria_Gammaproteobacteria_Alteromonadales_Celerinatantimonadaceae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CC5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C85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20F5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43C4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8387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A350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1D9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A03F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612D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C7C8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D4A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8F34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A8D8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3D1C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47EF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6926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A813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A72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53A2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438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CB64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9EE5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78D26710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E03C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Proteobacteria_Gammaproteobacteria_Alteromonadales_Colwelliaceae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A1F8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7A38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9620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3C87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F6AF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7030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C356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A898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B3F0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162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E1B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0FEC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9DA5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A76E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13FD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AB12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A4EC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F1A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F407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539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9E9A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5A54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</w:tr>
      <w:tr w:rsidR="00F22A67" w:rsidRPr="00F22A67" w14:paraId="40164421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8BB96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Proteobacteria_Gammaproteobacteria_Alteromonadales_Idiomarinaceae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13D3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5302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5409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B43A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E7DD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E485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B1EE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C8AB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1397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62E3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7153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5019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BFE2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5D1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9E7E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3BEF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1455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D3AD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7791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CF19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E364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43F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36D7AF8B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084D9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Proteobacteria_Gammaproteobacteria_Alteromonadales_Moritellaceae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5510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224F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2585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3549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05ED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4783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3A7E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DE47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1CFD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F508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558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8760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413A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1C65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353B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0933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B793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337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D297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C11D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568F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9330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1BE04766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64815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Proteobacteria_Gammaproteobacteria_Alteromonadales_Pseudoalteromonadaceae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8064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5918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DE4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4F71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91F4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1B76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6486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5858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005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C469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C1D7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251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E32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312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554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94F9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9E9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4B47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B30D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E51A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F0C1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FD6C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</w:tr>
      <w:tr w:rsidR="00F22A67" w:rsidRPr="00F22A67" w14:paraId="05A42002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FCE21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Proteobacteria_Gammaproteobacteria_Alteromonadales_Psychromonadaceae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372B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4050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F31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7F53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68D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6121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1F4C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8FF2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1CB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8E92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5AE3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9A2D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9D02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42AA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566D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730F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DDB3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310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095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EBA1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673A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093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</w:tr>
      <w:tr w:rsidR="00F22A67" w:rsidRPr="00F22A67" w14:paraId="51E288B6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CA71A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Proteobacteria_Gammaproteobacteria_Alteromonadales_Shewanellaceae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330A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C7A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DCF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56B1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A809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4DB6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1EC7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A4AB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1C12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C9BA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B903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832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650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213F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4238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49CA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9C67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DEB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F9BE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D823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9CE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BFA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1CE9B13A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3864E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Proteobacteria_Gammaproteobacteria_Arenicellales_Arenicellaceae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4568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813A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670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A3E7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B68C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F2C0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9CA7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7EAC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5AD3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27B7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8049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3CAD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9CC1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6448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EAF4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7FDC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FAF3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15E1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3906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725B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D21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DC84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122EFB42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B897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t>Proteobacteria_Gammaproteobacteria_BD7-8_marine_group_BD7-8_marine_group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64D5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3318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F866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AAA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7B4E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8D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3BA6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3A89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624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5CA1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77F8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4DC8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EEA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F091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D307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A29E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5DAA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330A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890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ABB7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67E5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B00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478E3700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9DC2F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Proteobacteria_Gammaproteobacteria_Cellvibrionales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0BC5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4F63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796A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BF86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5A94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B565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249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C4C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2BD2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0A03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7C3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F88C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FACB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0A6C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B7ED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D76F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A97E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3855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1D0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639A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ED10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4C74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3EBC8010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0E207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Proteobacteria_Gammaproteobacteria_Cellvibrionales_BD2-7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BF70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0317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57F7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8A42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EE3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D9C6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6DE8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3040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7D5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7DD1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A034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C12D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3C9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D4F5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7D9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C9C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5882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603D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EDCC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8674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EF65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D68D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</w:tr>
      <w:tr w:rsidR="00F22A67" w:rsidRPr="00F22A67" w14:paraId="4FAF02CA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9ABDE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Proteobacteria_Gammaproteobacteria_Cellvibrionales_Cellvibrionaceae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35D7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1ED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BC5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DD9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074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B46E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CDB2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0D9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6D43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7306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86F4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2CA4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909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AA0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FBED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828B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2D8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546F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16BE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5001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057C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451B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27C3EF76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AD33B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Proteobacteria_Gammaproteobacteria_Cellvibrionales_Halieaceae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63BB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E185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F17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247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6024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1827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68C3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EA97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4.96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7577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3ADD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239F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5F58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8CBC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E70A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57F7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607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D12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2B4C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D72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A9F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6718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D41D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1.31</w:t>
            </w:r>
          </w:p>
        </w:tc>
      </w:tr>
      <w:tr w:rsidR="00F22A67" w:rsidRPr="00F22A67" w14:paraId="394D46ED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63C3D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Proteobacteria_Gammaproteobacteria_Cellvibrionales_Porticoccaceae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B6B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C74E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DD8F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A97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802D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2CC0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DA8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F262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1C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B0A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689F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8F6B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EC19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4E31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9D11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7150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DA34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EACF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D8FF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C3B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C92B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F9D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0.74</w:t>
            </w:r>
          </w:p>
        </w:tc>
      </w:tr>
      <w:tr w:rsidR="00F22A67" w:rsidRPr="00F22A67" w14:paraId="54FFE5D2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6CBEF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lastRenderedPageBreak/>
              <w:t>Proteobacteria_Gammaproteobacteria_Cellvibrionales_Spongiibacteraceae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A87D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ADC4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2B75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13D8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16C1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C42E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ECF7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9C94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B290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1843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97B3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882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58DC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CDF5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1C4F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EB4F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225A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B460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AEDB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D3C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D741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C706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</w:tr>
      <w:tr w:rsidR="00F22A67" w:rsidRPr="00F22A67" w14:paraId="3695525A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0860C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Proteobacteria_Gammaproteobacteria_Chromatiales_Chromatiaceae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3759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4009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AB0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8DCE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0181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9C3D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BB90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5E41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CA7A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9060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8987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D5B2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FC0A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022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E46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847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E265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1D8A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0909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81DF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170A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BA92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411AFBD2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512FA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Proteobacteria_Gammaproteobacteria_Chromatiales_Ectothiorhodospiraceae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5B0D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5F3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8319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2B7C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061C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3A9A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DC9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A592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FD8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9BFF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7439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913A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2F98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B9B6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6168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A7F3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E98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3F3E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08A3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3E4F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3579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3BB0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6B9AFE1A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7FEE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Proteobacteria_Gammaproteobacteria_Chromatiales_Granulosicoccaceae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7A2B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AAE8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6860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F8BB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08E0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671F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0256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8554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C9C1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C547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1A26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08B0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2998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8D8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64E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393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9DE5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2500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4A90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664D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5A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BB42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</w:tr>
      <w:tr w:rsidR="00F22A67" w:rsidRPr="00F22A67" w14:paraId="17040C0D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325A8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Proteobacteria_Gammaproteobacteria_E01-9C-26_marine_group_E01-9C-26_marine_group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85B6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728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61F8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3BDE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9348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620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9B25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B24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4347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EBFE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5041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BCEC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7DCD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0015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F58C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D370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53A5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44C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9D90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8133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558C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BAE8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0.23</w:t>
            </w:r>
          </w:p>
        </w:tc>
      </w:tr>
      <w:tr w:rsidR="00F22A67" w:rsidRPr="00F22A67" w14:paraId="4592E15D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F0460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Proteobacteria_Gammaproteobacteria_Enterobacteriales_Enterobacteriaceae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78C7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3ECB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E347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0050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E068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C73C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28F3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DA0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429A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E672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8E0B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1D59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C37D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7C5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B38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ECBC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CA92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2DE0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C21E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DB50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7593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559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</w:tr>
      <w:tr w:rsidR="00F22A67" w:rsidRPr="00F22A67" w14:paraId="24F8CC82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C8D25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Proteobacteria_Gammaproteobacteria_KI89A_clade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F8E8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C5CF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81E5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1C88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5B3D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1E53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2B8A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2EAC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5EE2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CF1A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7E1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295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1EBC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F2BF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5F0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390A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23C1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78F1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8B48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1823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D718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8A04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0.14</w:t>
            </w:r>
          </w:p>
        </w:tc>
      </w:tr>
      <w:tr w:rsidR="00F22A67" w:rsidRPr="00F22A67" w14:paraId="24C93BA1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6A78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Proteobacteria_Gammaproteobacteria_Legionellales_Coxiellaceae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3763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B79F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3E6D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B3FE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EBE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A840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8C7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5BA3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5B1F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A00D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002D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C2C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3247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9C11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1787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7DA7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470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942F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9EDC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4613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20DA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208D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5AEAA995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15313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Proteobacteria_Gammaproteobacteria_Legionellales_Legionellaceae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CD39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E6A4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0DE0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23BC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B686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20D7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B6F5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B1FA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AAC7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7977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881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2FD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9583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A773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C8A7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9D3D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1F28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1B05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77D6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1E8C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BDB8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2B87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3932FA8F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88D7F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t>Proteobacteria_Gammaproteobacteria_Methylococcales_Milano-WF1B-03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92F3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4D7A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1DB8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F13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D60A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0EE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B7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FAB4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BB60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5ED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79F5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8DE1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DF4F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BB2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527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D22E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1F40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B9C2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1E4A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C95E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FBF9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5192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1C888C49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3107F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Proteobacteria_Gammaproteobacteria_NKB5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CBC1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8A43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F732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124A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7650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B48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B645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49DD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82B3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E629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9795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034C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6798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1472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4AF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D83E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42E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77A0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1DCC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F7D8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FAFF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D426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7B83BACD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A8876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Proteobacteria_Gammaproteobacteria_Oceanospirillales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1FCB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80CB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D5A7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779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9408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5.78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C89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4.58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A929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624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B380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048B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18F5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4926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19A8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181D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DC3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3106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7EFF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CCBD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3CD8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1255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436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C25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</w:tr>
      <w:tr w:rsidR="00F22A67" w:rsidRPr="00F22A67" w14:paraId="1A0D5695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24EF3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Proteobacteria_Gammaproteobacteria_Oceanospirillales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B792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7B7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4B4B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494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9DC9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4.13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4C5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3.84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ADFF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9.84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E638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9.12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C8A8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4.76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C4DF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5.93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8CC0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4.96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8490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7.27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6E15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ED4C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6269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7.64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36D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9.02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EE6C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86CB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44B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6.22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C96C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4.68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0DF6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8.21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84CF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9.11</w:t>
            </w:r>
          </w:p>
        </w:tc>
      </w:tr>
      <w:tr w:rsidR="00F22A67" w:rsidRPr="00F22A67" w14:paraId="49D1BCB1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F441C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Proteobacteria_Gammaproteobacteria_Oceanospirillales_Alcanivoracaceae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49F9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A5CC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56B9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ABD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9FF6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6C14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24CA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3D73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55C4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2328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9FB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00EB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313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C8BB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957B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76FC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29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3526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D43D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F48D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A6ED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B2F4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38DCF81E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09C7C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Proteobacteria_Gammaproteobacteria_Oceanospirillales_Hahellaceae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FEDC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1D5F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3DE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37FF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122E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4377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13B6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1CB5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1D2E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4675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7D4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DA62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C6FA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41DB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4598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B99D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9820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D435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D5EC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A1A5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2375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2622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1DE45F05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77157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Proteobacteria_Gammaproteobacteria_Oceanospirillales_Halomonadaceae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3D34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DE96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F98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A1EF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2373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D9BF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4274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451A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DFCC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B76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6E03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4196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FA7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97C8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AE33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B9A3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7CC4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5992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B48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463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51F3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B23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</w:tr>
      <w:tr w:rsidR="00F22A67" w:rsidRPr="00F22A67" w14:paraId="2C75B41B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E17A3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t>Proteobacteria_Gammaproteobacteria_Oceanospirillales_JL-ETNP-Y6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DAA5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DD66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709B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D1C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6A01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469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88CC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CC50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F22D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4E2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80E4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97B9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7EF2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DAE9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EA19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A823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32A3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7417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68F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3AE5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1AA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D201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0EE70D60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B32CC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Proteobacteria_Gammaproteobacteria_Oceanospirillales_Litoricolaceae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87E6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6C58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5CDF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CA1C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6351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F943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6BCA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134D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580A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4C75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B53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5D46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34FB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4D09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909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ED93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0874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5B6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D1F6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B15E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4041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D3FD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7E9F54F3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8CF6D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Proteobacteria_Gammaproteobacteria_Oceanospirillales_Oceanospirillaceae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A613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366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1E8B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9645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F9F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1125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0BB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F6EF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3E7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91B2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331F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063D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EEC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FCAB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0E10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621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25E7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FBEB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391F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3D91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C4D2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9A0E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0.37</w:t>
            </w:r>
          </w:p>
        </w:tc>
      </w:tr>
      <w:tr w:rsidR="00F22A67" w:rsidRPr="00F22A67" w14:paraId="0C02B770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AD89A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Proteobacteria_Gammaproteobacteria_Oceanospirillales_Oleiphilaceae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45C3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B23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FEAB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B269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3979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A581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1351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F17B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E79B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022F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A547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83BC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A24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14FB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C277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40C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A50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DE6D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DE7D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55C6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E31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EEDB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67A8A04F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4065F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t>Proteobacteria_Gammaproteobacteria_Oceanospirillales_OM182_clade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55D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796A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B789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DC5F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08CC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514B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9992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689F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6FC1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16C1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BE27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B55E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B6FF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3F40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6B14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CA64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29F7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C9D9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7031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DB97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18BC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B76C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0.85</w:t>
            </w:r>
          </w:p>
        </w:tc>
      </w:tr>
      <w:tr w:rsidR="00F22A67" w:rsidRPr="00F22A67" w14:paraId="5FA1BC4E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AE5D1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lastRenderedPageBreak/>
              <w:t>Proteobacteria_Gammaproteobacteria_Oceanospirillales_SAR86_clade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F6B1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21.88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BA42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19.29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617E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17.58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F022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21.06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2963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9.35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8B19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9.48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1B4E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9.35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549C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8.31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EF2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8.58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6F0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8.20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4354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13.37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437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14.95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2993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16.20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D343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19.47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8FC4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10.92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2B83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12.80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0CA1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14.67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617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15.02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0865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13.75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F582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12.13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5BD1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15.15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4DF9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15.31</w:t>
            </w:r>
          </w:p>
        </w:tc>
      </w:tr>
      <w:tr w:rsidR="00F22A67" w:rsidRPr="00F22A67" w14:paraId="519929E2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1D520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t>Proteobacteria_Gammaproteobacteria_Oceanospirillales_SS1-B-06-26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A0F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E24B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42FA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47D4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69FF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40ED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145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848B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A58A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56D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82AE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3C87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EA5E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F172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858F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94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6AA9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ABA3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7CB7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67B0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BE9E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A367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4221704B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8A03C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Proteobacteria_Gammaproteobacteria_Pasteurellales_Pasteurellaceae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8158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EE67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1CF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33E7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5C6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5E15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1AA9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ACF6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38D1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9848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EE81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AB68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8989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3440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AD7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B88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927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DE7D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5224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1476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DF29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F99F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2C3C233D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DBA80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Proteobacteria_Gammaproteobacteria_Pseudomonadales_Moraxellaceae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87E6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59D8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8ACF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05BA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841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D3F9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D90E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B8F0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A0AF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1A9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F040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AEC0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E37D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1F96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A596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5CFD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24C4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456D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37DC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CD35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4BC9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3129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</w:tr>
      <w:tr w:rsidR="00F22A67" w:rsidRPr="00F22A67" w14:paraId="04E640CC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0977B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Proteobacteria_Gammaproteobacteria_Pseudomonadales_Pseudomonadaceae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005A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4B0F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554C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7C3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2F6C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5F9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CD66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9BB3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FA3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022A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EF21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E20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DF1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80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9870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DA7E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E2D2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6A62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10B7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1EA9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2601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DA1D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7095FAF5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927A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Proteobacteria_Gammaproteobacteria_Salinisphaerales_Salinisphaeraceae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006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52D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4EA7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44B7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126A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55EA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D72D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BFFE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4C0D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F15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56C6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C5E1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AA4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92E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8BD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2A99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11B0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71AE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0330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2CAA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5D9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CC2B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0.40</w:t>
            </w:r>
          </w:p>
        </w:tc>
      </w:tr>
      <w:tr w:rsidR="00F22A67" w:rsidRPr="00F22A67" w14:paraId="34BCDA1A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9701B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Proteobacteria_Gammaproteobacteria_Sva0071_Sva0071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E933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3D71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05DD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D911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42D3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6AB2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10F2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002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A08C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098E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5EBF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A691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DF1E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5989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A92E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2391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47E9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79C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0ABF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20E2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6C05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D9D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0DEAC347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7F39B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Proteobacteria_Gammaproteobacteria_Thiotrichales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6B2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1B6C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B05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EBEB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0BA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2D2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2700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FEF2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6200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69DB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DE0F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CD30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979B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EE2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F83F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6AE0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F938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B1FA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9DDF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57BE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F8D6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0C10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282DA0BD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22D13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Proteobacteria_Gammaproteobacteria_Thiotrichales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7E0C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833C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81EB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EDA6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E44D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2C8C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CBB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4F56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76C0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FD7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0E1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5E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C886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9B9A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3F42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AC79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8185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A0B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36D0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AB7B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7430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2F8C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</w:tr>
      <w:tr w:rsidR="00F22A67" w:rsidRPr="00F22A67" w14:paraId="7CD46249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C34F8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Proteobacteria_Gammaproteobacteria_Thiotrichales_Francisellaceae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904C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3BB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45A6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195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B6E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AD03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3E87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8EB9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24CE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D265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4AB1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DF3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7A06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1F56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F28C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D6B3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7B50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9FF9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F9A3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C706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0BD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2911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4FD6A4DF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B894C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Proteobacteria_Gammaproteobacteria_Thiotrichales_Piscirickettsiaceae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0F5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C314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B654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A4C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7E10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032D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3A8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0E70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C6C0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9635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516A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C12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9A10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386E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AFAF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AFEF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53CA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3A49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ED06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D260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8BFF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A713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629BF5A5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E0F1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Proteobacteria_Gammaproteobacteria_Thiotrichales_Thiotrichaceae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566E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96E6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C5D7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BBE4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0A92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514F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1B6C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E880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4445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D828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4A01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DD3A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132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457B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040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2E2C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1C7F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18EB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2A7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4FA7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A1AD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3D7D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</w:tr>
      <w:tr w:rsidR="00F22A67" w:rsidRPr="00F22A67" w14:paraId="2CC20DC9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BB109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t>Proteobacteria_Gammaproteobacteria_Thiotrichales_Thiotrichales_Incertae_Sedis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3549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06EF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7C7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9763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8CA0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C967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608C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AE20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E016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9BF7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309C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9FC9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B1D3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CBF5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4555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A355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D22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7C91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A287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E033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D329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B734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1D3CA4BD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7AB31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Proteobacteria_Gammaproteobacteria_unknown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F421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7CE5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3B2D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1277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3EB2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118B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E5E1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BFC2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665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1A65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7173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2A15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4C3A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29BD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2179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0FA5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1A6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486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B99F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EC28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932D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1649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67A7805C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89CC2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Proteobacteria_Gammaproteobacteria_unknown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29DD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EE3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B8D6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AC2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9812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CB1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A439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FA75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4546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E76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8618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1CB9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04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753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F9A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80F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B62E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D92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2CB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05DD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D2C2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43B6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</w:tr>
      <w:tr w:rsidR="00F22A67" w:rsidRPr="00F22A67" w14:paraId="6E8695AE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2E21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Proteobacteria_Gammaproteobacteria_unknown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A604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BADA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0B17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4C9A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8874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9609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5F7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280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CA5A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B1E0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CFA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65DC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98DA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C86D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D453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50C6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A62F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3DF4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3AB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EB12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03A1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1019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0.21</w:t>
            </w:r>
          </w:p>
        </w:tc>
      </w:tr>
      <w:tr w:rsidR="00F22A67" w:rsidRPr="00F22A67" w14:paraId="73FC7B67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2B46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Proteobacteria_Gammaproteobacteria_Vibrionales_Vibrionaceae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DE80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B5F5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442D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46C6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047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F6A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A87A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254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503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DCA0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CBCF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A600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3652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C7D3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D282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9892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061A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0445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AF90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59C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0CE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F92B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</w:tr>
      <w:tr w:rsidR="00F22A67" w:rsidRPr="00F22A67" w14:paraId="21F1AA66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70119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t>Proteobacteria_Gammaproteobacteria_Xanthomonadales_JTB255_marine_benthic_group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1FE7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E1A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D06B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7205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FF07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7BBD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D5DE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82EF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FE2C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C971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DCF5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7D8B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14FA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9807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294B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147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919A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1.11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5A1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9A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F68B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0D29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C388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0.27</w:t>
            </w:r>
          </w:p>
        </w:tc>
      </w:tr>
      <w:tr w:rsidR="00F22A67" w:rsidRPr="00F22A67" w14:paraId="033DF9E6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2E199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Proteobacteria_Gammaproteobacteria_Xanthomonadales_Xanthomonadaceae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57C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8227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FD32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44C6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4893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04BA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4507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FC19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3A2D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9EC4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AADD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C24F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1F37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6D64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65F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1A3E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878A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8916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F3B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67E2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F4C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978D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</w:tr>
      <w:tr w:rsidR="00F22A67" w:rsidRPr="00F22A67" w14:paraId="129D70C4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9098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Proteobacteria_SC3-20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0163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1300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CFDB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D7E7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A5FA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5104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ED9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17FD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130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6DAB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23AA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223F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B960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73A5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3DD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EAB2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8FFC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8BAB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F3D5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21EF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B693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10BC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38371267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BCDC5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Proteobacteria_SPOTSOCT00m83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1CBB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2154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8570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EC35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9A63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B821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AD04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DDF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FE9F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0C31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A037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63C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71BE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5AA7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91FF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D5D2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B104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85A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C770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E7BC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FDC1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AFA7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</w:tr>
      <w:tr w:rsidR="00F22A67" w:rsidRPr="00F22A67" w14:paraId="3D75DB68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9C03A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lastRenderedPageBreak/>
              <w:t>Proteobacteria_unknown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03D7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4157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858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3A60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45EB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1561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157A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C4F3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8285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00A9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20D4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53EC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54EA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1CA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3378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59EA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4C63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3DE8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CB8A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405A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9C51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9D82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0FD63CE2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F080F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Proteobacteria_unknown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51B2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EF8F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0E64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E27F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1606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CA93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53DC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F28F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2B43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875D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D03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7975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7105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BE5E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F9D3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401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9940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D83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4742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7D30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89B5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885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3311449B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A5915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Proteobacteria_unknown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8503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978A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5E35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EC66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D98A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5626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DFF2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2A2A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5F97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12C0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3709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65D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5BA4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8D85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1510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F8E2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68F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10D7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F905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0CE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9F0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E7F9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</w:tr>
      <w:tr w:rsidR="00F22A67" w:rsidRPr="00F22A67" w14:paraId="205C556F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C11B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Saccharibacteria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9F7A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DDEF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0614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0EB0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596F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DE57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7D3C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3535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08A8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FC5D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5D70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6B5B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5A0E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A374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665B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92B0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3D4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08EC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95E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F6D5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2A0F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4EB1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5D334C71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64903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Saccharibacteria_Unknown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A8B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4704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396E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FF5B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2BF3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178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9E77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1B45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168D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EFEA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B451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9FF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16BB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D941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7C71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DC42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ADD3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65B8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2393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A1E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2762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BC8C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08E8A7B0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88184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Tenericutes_Mollicutes_Acholeplasmatales_Acholeplasmataceae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D5F1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61A2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5018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7C7C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8A25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8DD8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6D8B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7E9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159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7E8B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6EB8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56AA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8C09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11E6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014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91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C6E5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126B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8108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EEC2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6573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D3B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0B1CCB54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5B3FF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t>Tenericutes_Mollicutes_Entomoplasmatales_Incertae_Sedis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72C2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5D14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B377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C78F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8C12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66B2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89DC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A2F3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385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BAE7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0AF9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C518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15C1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142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E2E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EA37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218B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B3AD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F8F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4FCE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670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8AFC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322DD752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FB0D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Tenericutes_Mollicutes_Mycoplasmatales_Mycoplasmataceae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C220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132A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092D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E5D6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33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AC5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8A88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6C5C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F84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A69E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C850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912E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C16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4365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53C8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F3B1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9CDF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984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1DF4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011B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39E2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6F26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328E6437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A3B55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TM6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2FDD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1631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373D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F32E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0AC2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9EF2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9470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580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25C6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E989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141F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311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23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8CCC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598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BD0E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A42F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748F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7A3D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72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C4F9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613B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0A822EAD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74F93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Verrucomicrobia_Arctic97B-4_marine_group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79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E4DF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24A4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7A90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C76B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2358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C2B9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59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8967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092D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275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5F70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26BA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8FAF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2094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311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693E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AAE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D63B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750B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0C2F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4698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</w:tr>
      <w:tr w:rsidR="00F22A67" w:rsidRPr="00F22A67" w14:paraId="172816E1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55E44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Verrucomicrobia_OPB35_soil_group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321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5737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AF8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45A9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387E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276B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1790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E3D3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E6D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2366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DDBD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8B46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CDA4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DFAD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C83B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6B2A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144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67AF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8F7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5204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046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DA6E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</w:tr>
      <w:tr w:rsidR="00F22A67" w:rsidRPr="00F22A67" w14:paraId="666862C7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26311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Verrucomicrobia_Opitutae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7F4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1D90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910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C595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C529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971F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5643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2BC9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9DD8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24E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5214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ABAE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1BB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5564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AFED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E4D6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D1C9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F6C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EA21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D05C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275D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F597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4EA3B1A2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254BE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de-DE"/>
              </w:rPr>
              <w:t>Verrucomicrobia_Opitutae_MB11C04_marine_group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9DEC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5604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41C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4B6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8D13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DFA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5243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A9A6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842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6E0B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7E11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2041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2F78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F2A2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A6F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E0DA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3F3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C1DE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35F7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11A9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5D09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04AD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</w:tr>
      <w:tr w:rsidR="00F22A67" w:rsidRPr="00F22A67" w14:paraId="144B0B4F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26F09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Verrucomicrobia_Opitutae_Opitutales_Opitutaceae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AAEA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ACBE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C4BB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137F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DF1E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6E51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F94F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1EFD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F01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A365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29A9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728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F05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7720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F24A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02E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1D81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AEBF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AB91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AC1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4F76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3A69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0E485CAE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D935E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Verrucomicrobia_Opitutae_Puniceicoccales_Puniceicoccaceae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B436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BB5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DAD0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4D19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A8B0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3F28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B98A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D262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E537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4717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0CFE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467D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B9C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4389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B304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6E0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7A1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2317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1080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E1EA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9ECC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CF2B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</w:tr>
      <w:tr w:rsidR="00F22A67" w:rsidRPr="00F22A67" w14:paraId="184FB9AD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83EE7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Verrucomicrobia_Opitutae_RS-B22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1E68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5B53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6CA1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3B88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B33F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6510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FEE8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FBC7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D026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407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1CE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B61F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A4CB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D2E3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1EC5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5684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D4F7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F725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3083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FFDA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3B6C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D85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7397DEF3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2ED4D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Verrucomicrobia_Verrucomicrobiae_Verrucomicrobiales_DEV007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6797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DAF0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17F1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128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208E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C7EC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8719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B34E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A5E5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1D4D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F46D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C22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A8C7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C4DB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EF33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5A7F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8F1B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BF0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3EBA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52E2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73F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6D1B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</w:tr>
      <w:tr w:rsidR="00F22A67" w:rsidRPr="00F22A67" w14:paraId="54F0882B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0F415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Verrucomicrobia_Verrucomicrobiae_Verrucomicrobiales_Rubritaleaceae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0A15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B87E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8E92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5674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77D5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019B7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7AA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8B47A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0906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172D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FD31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1CE2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F96B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6132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9476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5603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9B682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B9BD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DE9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8569C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F9B2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F1B2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0.04</w:t>
            </w:r>
          </w:p>
        </w:tc>
      </w:tr>
      <w:tr w:rsidR="00F22A67" w:rsidRPr="00F22A67" w14:paraId="68977A98" w14:textId="77777777" w:rsidTr="00F22A67">
        <w:trPr>
          <w:trHeight w:val="30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4C8E4" w14:textId="77777777" w:rsidR="00F22A67" w:rsidRPr="00F22A67" w:rsidRDefault="00F22A67" w:rsidP="00F22A67">
            <w:pPr>
              <w:spacing w:before="0"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Verrucomicrobia_Verrucomicrobiae_Verrucomicrobiales_Verrucomicrobiaceae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A28E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7DF4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C86E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FE79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38091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7FAD0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DE9F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63C18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2C7F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04C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88E9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28B6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946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C3724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465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3E893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E2F3B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6F6D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8CBF5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549D9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EED7D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99E36" w14:textId="77777777" w:rsidR="00F22A67" w:rsidRPr="00F22A67" w:rsidRDefault="00F22A67" w:rsidP="00F22A67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</w:pPr>
            <w:r w:rsidRPr="00F22A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de-DE"/>
              </w:rPr>
              <w:t>0.12</w:t>
            </w:r>
          </w:p>
        </w:tc>
      </w:tr>
    </w:tbl>
    <w:p w14:paraId="7B65BC41" w14:textId="61153D8A" w:rsidR="00DE23E8" w:rsidRPr="004C1998" w:rsidRDefault="00DE23E8" w:rsidP="0032060B">
      <w:pPr>
        <w:rPr>
          <w:rFonts w:cs="Times New Roman"/>
          <w:szCs w:val="24"/>
          <w:u w:val="single"/>
        </w:rPr>
      </w:pPr>
    </w:p>
    <w:sectPr w:rsidR="00DE23E8" w:rsidRPr="004C1998" w:rsidSect="00F22A67">
      <w:headerReference w:type="even" r:id="rId8"/>
      <w:footerReference w:type="even" r:id="rId9"/>
      <w:footerReference w:type="default" r:id="rId10"/>
      <w:headerReference w:type="first" r:id="rId11"/>
      <w:pgSz w:w="15840" w:h="12240" w:orient="landscape"/>
      <w:pgMar w:top="1282" w:right="1138" w:bottom="1181" w:left="113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4EDA7" w14:textId="77777777" w:rsidR="00B9051B" w:rsidRDefault="00B9051B" w:rsidP="00117666">
      <w:pPr>
        <w:spacing w:after="0"/>
      </w:pPr>
      <w:r>
        <w:separator/>
      </w:r>
    </w:p>
  </w:endnote>
  <w:endnote w:type="continuationSeparator" w:id="0">
    <w:p w14:paraId="6C7BE32C" w14:textId="77777777" w:rsidR="00B9051B" w:rsidRDefault="00B9051B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3025F" w14:textId="77777777" w:rsidR="00995F6A" w:rsidRPr="00577C4C" w:rsidRDefault="00C52A7B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2EAD14" wp14:editId="71B2BC98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BC4D33" w14:textId="73E4B563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F22A6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10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2EAD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    <v:textbox style="mso-fit-shape-to-text:t">
                <w:txbxContent>
                  <w:p w14:paraId="50BC4D33" w14:textId="73E4B563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F22A67">
                      <w:rPr>
                        <w:noProof/>
                        <w:color w:val="000000" w:themeColor="text1"/>
                        <w:szCs w:val="40"/>
                      </w:rPr>
                      <w:t>10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D6A35" w14:textId="77777777" w:rsidR="00995F6A" w:rsidRPr="00577C4C" w:rsidRDefault="00C52A7B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0F9F55F" wp14:editId="40473BE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70F0D09" w14:textId="445B390E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F22A6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11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F9F55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14:paraId="570F0D09" w14:textId="445B390E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F22A67">
                      <w:rPr>
                        <w:noProof/>
                        <w:color w:val="000000" w:themeColor="text1"/>
                        <w:szCs w:val="40"/>
                      </w:rPr>
                      <w:t>11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8F7F4" w14:textId="77777777" w:rsidR="00B9051B" w:rsidRDefault="00B9051B" w:rsidP="00117666">
      <w:pPr>
        <w:spacing w:after="0"/>
      </w:pPr>
      <w:r>
        <w:separator/>
      </w:r>
    </w:p>
  </w:footnote>
  <w:footnote w:type="continuationSeparator" w:id="0">
    <w:p w14:paraId="113CD9A7" w14:textId="77777777" w:rsidR="00B9051B" w:rsidRDefault="00B9051B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EF00C" w14:textId="77777777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D68C6" w14:textId="77777777" w:rsidR="00995F6A" w:rsidRDefault="0093429D" w:rsidP="0093429D">
    <w:r w:rsidRPr="005A1D84">
      <w:rPr>
        <w:b/>
        <w:noProof/>
        <w:color w:val="A6A6A6" w:themeColor="background1" w:themeShade="A6"/>
        <w:lang w:val="en-GB" w:eastAsia="en-GB"/>
      </w:rPr>
      <w:drawing>
        <wp:inline distT="0" distB="0" distL="0" distR="0" wp14:anchorId="07D26A56" wp14:editId="2E460F0E">
          <wp:extent cx="1382534" cy="497091"/>
          <wp:effectExtent l="0" t="0" r="0" b="0"/>
          <wp:docPr id="7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2A7B" w:rsidRPr="007E3148">
      <w:rPr>
        <w:b/>
      </w:rPr>
      <w:ptab w:relativeTo="margin" w:alignment="center" w:leader="none"/>
    </w:r>
    <w:r w:rsidR="00C52A7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0B5"/>
    <w:rsid w:val="0001436A"/>
    <w:rsid w:val="00034304"/>
    <w:rsid w:val="00035434"/>
    <w:rsid w:val="00052A14"/>
    <w:rsid w:val="00077D53"/>
    <w:rsid w:val="00105FD9"/>
    <w:rsid w:val="00117666"/>
    <w:rsid w:val="001549D3"/>
    <w:rsid w:val="00160065"/>
    <w:rsid w:val="00177D84"/>
    <w:rsid w:val="00267D18"/>
    <w:rsid w:val="002868E2"/>
    <w:rsid w:val="002869C3"/>
    <w:rsid w:val="002936E4"/>
    <w:rsid w:val="002B4A57"/>
    <w:rsid w:val="002C74CA"/>
    <w:rsid w:val="0032060B"/>
    <w:rsid w:val="00350E2E"/>
    <w:rsid w:val="003544FB"/>
    <w:rsid w:val="00386EB7"/>
    <w:rsid w:val="003D2F2D"/>
    <w:rsid w:val="00401590"/>
    <w:rsid w:val="00417714"/>
    <w:rsid w:val="00447801"/>
    <w:rsid w:val="004507D2"/>
    <w:rsid w:val="00452E9C"/>
    <w:rsid w:val="004735C8"/>
    <w:rsid w:val="00475840"/>
    <w:rsid w:val="004947A6"/>
    <w:rsid w:val="00495BB2"/>
    <w:rsid w:val="004961FF"/>
    <w:rsid w:val="004C1998"/>
    <w:rsid w:val="00517A89"/>
    <w:rsid w:val="005250F2"/>
    <w:rsid w:val="00593EEA"/>
    <w:rsid w:val="005A5EEE"/>
    <w:rsid w:val="006375C7"/>
    <w:rsid w:val="00654E8F"/>
    <w:rsid w:val="00660D05"/>
    <w:rsid w:val="006820B1"/>
    <w:rsid w:val="006B7D14"/>
    <w:rsid w:val="00701727"/>
    <w:rsid w:val="0070566C"/>
    <w:rsid w:val="00714C50"/>
    <w:rsid w:val="00725A7D"/>
    <w:rsid w:val="007501BE"/>
    <w:rsid w:val="00790BB3"/>
    <w:rsid w:val="007C206C"/>
    <w:rsid w:val="00817DD6"/>
    <w:rsid w:val="0083759F"/>
    <w:rsid w:val="00885156"/>
    <w:rsid w:val="009151AA"/>
    <w:rsid w:val="0093429D"/>
    <w:rsid w:val="00943573"/>
    <w:rsid w:val="00970F7D"/>
    <w:rsid w:val="00994A3D"/>
    <w:rsid w:val="009A58FD"/>
    <w:rsid w:val="009B1958"/>
    <w:rsid w:val="009C2B12"/>
    <w:rsid w:val="00A174D9"/>
    <w:rsid w:val="00AA4D24"/>
    <w:rsid w:val="00AB6715"/>
    <w:rsid w:val="00B02C5D"/>
    <w:rsid w:val="00B1671E"/>
    <w:rsid w:val="00B25EB8"/>
    <w:rsid w:val="00B37F4D"/>
    <w:rsid w:val="00B9051B"/>
    <w:rsid w:val="00C52A7B"/>
    <w:rsid w:val="00C56BAF"/>
    <w:rsid w:val="00C679AA"/>
    <w:rsid w:val="00C75972"/>
    <w:rsid w:val="00C84781"/>
    <w:rsid w:val="00CD066B"/>
    <w:rsid w:val="00CE4FEE"/>
    <w:rsid w:val="00DB59C3"/>
    <w:rsid w:val="00DC259A"/>
    <w:rsid w:val="00DC5345"/>
    <w:rsid w:val="00DE23E8"/>
    <w:rsid w:val="00E24156"/>
    <w:rsid w:val="00E52377"/>
    <w:rsid w:val="00E64E17"/>
    <w:rsid w:val="00E866C9"/>
    <w:rsid w:val="00EA3D3C"/>
    <w:rsid w:val="00EC090A"/>
    <w:rsid w:val="00ED20B5"/>
    <w:rsid w:val="00F22A67"/>
    <w:rsid w:val="00F46900"/>
    <w:rsid w:val="00F6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6DB94A"/>
  <w15:docId w15:val="{88748FF8-5D22-488D-A39B-60AD9369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  <w:style w:type="numbering" w:customStyle="1" w:styleId="NoList1">
    <w:name w:val="No List1"/>
    <w:next w:val="NoList"/>
    <w:uiPriority w:val="99"/>
    <w:semiHidden/>
    <w:unhideWhenUsed/>
    <w:rsid w:val="00F22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.stocco\Documents\Templates\Frontiers_Word_Templ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EF60287-22EB-4A65-87FA-3440B3386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</Template>
  <TotalTime>5</TotalTime>
  <Pages>11</Pages>
  <Words>5546</Words>
  <Characters>31617</Characters>
  <Application>Microsoft Office Word</Application>
  <DocSecurity>0</DocSecurity>
  <Lines>263</Lines>
  <Paragraphs>74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Birthe</dc:creator>
  <cp:lastModifiedBy>Birthe Zancker</cp:lastModifiedBy>
  <cp:revision>3</cp:revision>
  <cp:lastPrinted>2013-10-03T12:51:00Z</cp:lastPrinted>
  <dcterms:created xsi:type="dcterms:W3CDTF">2018-10-01T14:09:00Z</dcterms:created>
  <dcterms:modified xsi:type="dcterms:W3CDTF">2018-10-01T14:14:00Z</dcterms:modified>
</cp:coreProperties>
</file>